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DAEED" w14:textId="77777777" w:rsidR="005F6225" w:rsidRPr="00655CE1" w:rsidRDefault="005F6225" w:rsidP="0F42C0BD">
      <w:pPr>
        <w:pStyle w:val="Title"/>
        <w:ind w:left="-1050"/>
        <w:rPr>
          <w:rFonts w:cs="Ali_K_Samik"/>
          <w:color w:val="FF0000"/>
          <w:sz w:val="36"/>
          <w:szCs w:val="36"/>
          <w:u w:val="single"/>
          <w:rtl/>
          <w:lang w:bidi="ar-IQ"/>
        </w:rPr>
      </w:pPr>
    </w:p>
    <w:tbl>
      <w:tblPr>
        <w:tblpPr w:leftFromText="180" w:rightFromText="180" w:vertAnchor="text" w:horzAnchor="page" w:tblpX="808" w:tblpY="116"/>
        <w:tblW w:w="49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92CDDC" w:themeFill="accent5" w:themeFillTint="99"/>
        <w:tblLook w:val="0000" w:firstRow="0" w:lastRow="0" w:firstColumn="0" w:lastColumn="0" w:noHBand="0" w:noVBand="0"/>
      </w:tblPr>
      <w:tblGrid>
        <w:gridCol w:w="1242"/>
        <w:gridCol w:w="1083"/>
        <w:gridCol w:w="2643"/>
      </w:tblGrid>
      <w:tr w:rsidR="00833DBE" w:rsidRPr="002F59FF" w14:paraId="63BDEA1C" w14:textId="77777777" w:rsidTr="009B4D06">
        <w:trPr>
          <w:trHeight w:val="397"/>
        </w:trPr>
        <w:tc>
          <w:tcPr>
            <w:tcW w:w="12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0B2C998F" w14:textId="77777777" w:rsidR="00833DBE" w:rsidRPr="002F59FF" w:rsidRDefault="0F42C0BD" w:rsidP="00833DBE">
            <w:pPr>
              <w:tabs>
                <w:tab w:val="right" w:pos="3240"/>
                <w:tab w:val="right" w:pos="3780"/>
              </w:tabs>
              <w:bidi w:val="0"/>
              <w:spacing w:line="360" w:lineRule="auto"/>
              <w:rPr>
                <w:rFonts w:ascii="Arial" w:hAnsi="Arial" w:cs="Arial"/>
                <w:b/>
                <w:bCs/>
                <w:color w:val="0F243E" w:themeColor="text2" w:themeShade="80"/>
                <w:sz w:val="22"/>
                <w:szCs w:val="22"/>
                <w:lang w:bidi="ar-IQ"/>
              </w:rPr>
            </w:pPr>
            <w:r w:rsidRPr="0F42C0BD">
              <w:rPr>
                <w:rFonts w:ascii="Arial" w:hAnsi="Arial" w:cs="Arial"/>
                <w:b/>
                <w:bCs/>
                <w:color w:val="0F243E" w:themeColor="text2" w:themeShade="80"/>
                <w:lang w:bidi="ar-IQ"/>
              </w:rPr>
              <w:t>Name:</w:t>
            </w:r>
          </w:p>
        </w:tc>
        <w:tc>
          <w:tcPr>
            <w:tcW w:w="372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92CDDC" w:themeFill="accent5" w:themeFillTint="99"/>
          </w:tcPr>
          <w:p w14:paraId="490BC629" w14:textId="32B35AB1" w:rsidR="00833DBE" w:rsidRPr="002F59FF" w:rsidRDefault="000629A3" w:rsidP="00833DBE">
            <w:pPr>
              <w:tabs>
                <w:tab w:val="right" w:pos="3240"/>
                <w:tab w:val="right" w:pos="3780"/>
              </w:tabs>
              <w:bidi w:val="0"/>
              <w:rPr>
                <w:rFonts w:ascii="Arial" w:hAnsi="Arial" w:cs="Arial"/>
                <w:b/>
                <w:bCs/>
                <w:color w:val="0F243E" w:themeColor="text2" w:themeShade="80"/>
                <w:sz w:val="32"/>
                <w:szCs w:val="32"/>
                <w:lang w:bidi="ar-IQ"/>
              </w:rPr>
            </w:pPr>
            <w:proofErr w:type="spellStart"/>
            <w:r w:rsidRPr="000629A3">
              <w:rPr>
                <w:rFonts w:ascii="Arial" w:hAnsi="Arial" w:cs="Arial"/>
                <w:b/>
                <w:bCs/>
                <w:color w:val="0F243E" w:themeColor="text2" w:themeShade="80"/>
                <w:sz w:val="32"/>
                <w:szCs w:val="32"/>
                <w:lang w:bidi="ar-IQ"/>
              </w:rPr>
              <w:t>Suhad</w:t>
            </w:r>
            <w:proofErr w:type="spellEnd"/>
            <w:r w:rsidRPr="000629A3">
              <w:rPr>
                <w:rFonts w:ascii="Arial" w:hAnsi="Arial" w:cs="Arial"/>
                <w:b/>
                <w:bCs/>
                <w:color w:val="0F243E" w:themeColor="text2" w:themeShade="80"/>
                <w:sz w:val="32"/>
                <w:szCs w:val="32"/>
                <w:lang w:bidi="ar-IQ"/>
              </w:rPr>
              <w:t xml:space="preserve"> Hussein Mohammed</w:t>
            </w:r>
          </w:p>
        </w:tc>
      </w:tr>
      <w:tr w:rsidR="00833DBE" w:rsidRPr="002F59FF" w14:paraId="255AC42D" w14:textId="77777777" w:rsidTr="009B4D06">
        <w:trPr>
          <w:trHeight w:val="409"/>
        </w:trPr>
        <w:tc>
          <w:tcPr>
            <w:tcW w:w="232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07CB1E80" w14:textId="2EB55438" w:rsidR="00833DBE" w:rsidRPr="002F59FF" w:rsidRDefault="009B4D06" w:rsidP="0068048B">
            <w:pPr>
              <w:bidi w:val="0"/>
              <w:spacing w:line="360" w:lineRule="auto"/>
              <w:rPr>
                <w:rFonts w:ascii="Arial" w:hAnsi="Arial" w:cs="Arial"/>
                <w:b/>
                <w:bCs/>
                <w:color w:val="0F243E" w:themeColor="text2" w:themeShade="80"/>
                <w:lang w:bidi="ar-IQ"/>
              </w:rPr>
            </w:pPr>
            <w:r>
              <w:rPr>
                <w:rFonts w:ascii="Arial" w:hAnsi="Arial" w:cs="Arial"/>
                <w:b/>
                <w:bCs/>
                <w:color w:val="0F243E" w:themeColor="text2" w:themeShade="80"/>
                <w:sz w:val="22"/>
                <w:szCs w:val="22"/>
                <w:lang w:bidi="ar-IQ"/>
              </w:rPr>
              <w:t>Age</w:t>
            </w:r>
            <w:r w:rsidR="0F42C0BD" w:rsidRPr="0F42C0BD">
              <w:rPr>
                <w:rFonts w:ascii="Arial" w:hAnsi="Arial" w:cs="Arial"/>
                <w:b/>
                <w:bCs/>
                <w:color w:val="0F243E" w:themeColor="text2" w:themeShade="80"/>
                <w:sz w:val="22"/>
                <w:szCs w:val="22"/>
                <w:lang w:bidi="ar-IQ"/>
              </w:rPr>
              <w:t>:</w:t>
            </w:r>
            <w:r>
              <w:rPr>
                <w:rFonts w:ascii="Arial" w:hAnsi="Arial" w:cs="Arial"/>
                <w:b/>
                <w:bCs/>
                <w:color w:val="0F243E" w:themeColor="text2" w:themeShade="80"/>
                <w:sz w:val="22"/>
                <w:szCs w:val="22"/>
                <w:lang w:bidi="ar-IQ"/>
              </w:rPr>
              <w:t xml:space="preserve"> </w:t>
            </w:r>
            <w:r w:rsidR="00EC58F2">
              <w:rPr>
                <w:rFonts w:ascii="Arial" w:hAnsi="Arial" w:cs="Arial"/>
                <w:b/>
                <w:bCs/>
                <w:color w:val="0F243E" w:themeColor="text2" w:themeShade="80"/>
                <w:sz w:val="22"/>
                <w:szCs w:val="22"/>
                <w:lang w:bidi="ar-IQ"/>
              </w:rPr>
              <w:t xml:space="preserve"> </w:t>
            </w:r>
            <w:r w:rsidR="000629A3">
              <w:rPr>
                <w:rFonts w:ascii="Arial" w:hAnsi="Arial" w:cs="Arial"/>
                <w:b/>
                <w:bCs/>
                <w:color w:val="0F243E" w:themeColor="text2" w:themeShade="80"/>
                <w:sz w:val="22"/>
                <w:szCs w:val="22"/>
                <w:lang w:bidi="ar-IQ"/>
              </w:rPr>
              <w:t>67</w:t>
            </w:r>
            <w:bookmarkStart w:id="0" w:name="_GoBack"/>
            <w:bookmarkEnd w:id="0"/>
            <w:r w:rsidR="00EC58F2">
              <w:rPr>
                <w:rFonts w:ascii="Arial" w:hAnsi="Arial" w:cs="Arial"/>
                <w:b/>
                <w:bCs/>
                <w:color w:val="0F243E" w:themeColor="text2" w:themeShade="80"/>
                <w:sz w:val="22"/>
                <w:szCs w:val="22"/>
                <w:lang w:bidi="ar-IQ"/>
              </w:rPr>
              <w:t>yr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CDDC" w:themeFill="accent5" w:themeFillTint="99"/>
          </w:tcPr>
          <w:p w14:paraId="165DBE50" w14:textId="6A1EA547" w:rsidR="00833DBE" w:rsidRPr="002F59FF" w:rsidRDefault="0F42C0BD" w:rsidP="0068048B">
            <w:pPr>
              <w:bidi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F243E" w:themeColor="text2" w:themeShade="80"/>
                <w:lang w:bidi="ar-IQ"/>
              </w:rPr>
            </w:pPr>
            <w:r w:rsidRPr="0F42C0BD">
              <w:rPr>
                <w:rFonts w:ascii="Arial" w:hAnsi="Arial" w:cs="Arial"/>
                <w:b/>
                <w:bCs/>
                <w:color w:val="0F243E" w:themeColor="text2" w:themeShade="80"/>
                <w:sz w:val="22"/>
                <w:szCs w:val="22"/>
                <w:lang w:bidi="ar-IQ"/>
              </w:rPr>
              <w:t xml:space="preserve">Gender: </w:t>
            </w:r>
            <w:r w:rsidR="0068048B">
              <w:rPr>
                <w:rFonts w:ascii="Arial" w:hAnsi="Arial" w:cs="Arial"/>
                <w:b/>
                <w:bCs/>
                <w:color w:val="0F243E" w:themeColor="text2" w:themeShade="80"/>
                <w:sz w:val="22"/>
                <w:szCs w:val="22"/>
                <w:lang w:bidi="ar-IQ"/>
              </w:rPr>
              <w:t>F</w:t>
            </w:r>
          </w:p>
        </w:tc>
      </w:tr>
    </w:tbl>
    <w:p w14:paraId="2624C645" w14:textId="77777777" w:rsidR="005F6225" w:rsidRPr="002F59FF" w:rsidRDefault="005F6225" w:rsidP="005F6225">
      <w:pPr>
        <w:bidi w:val="0"/>
        <w:rPr>
          <w:color w:val="0F243E" w:themeColor="text2" w:themeShade="80"/>
          <w:rtl/>
          <w:lang w:bidi="ar-IQ"/>
        </w:rPr>
      </w:pPr>
    </w:p>
    <w:p w14:paraId="6BD70953" w14:textId="1DF36794" w:rsidR="00D35D3B" w:rsidRPr="002F59FF" w:rsidRDefault="0F42C0BD" w:rsidP="0F42C0BD">
      <w:pPr>
        <w:bidi w:val="0"/>
        <w:ind w:left="90"/>
        <w:rPr>
          <w:color w:val="0F243E" w:themeColor="text2" w:themeShade="80"/>
          <w:sz w:val="32"/>
          <w:szCs w:val="32"/>
          <w:rtl/>
          <w:lang w:bidi="ar-IQ"/>
        </w:rPr>
      </w:pPr>
      <w:r w:rsidRPr="0F42C0BD">
        <w:rPr>
          <w:rFonts w:ascii="Arial" w:hAnsi="Arial" w:cs="Arial"/>
          <w:b/>
          <w:bCs/>
          <w:color w:val="0F243E" w:themeColor="text2" w:themeShade="80"/>
          <w:sz w:val="28"/>
          <w:szCs w:val="28"/>
          <w:lang w:bidi="ar-IQ"/>
        </w:rPr>
        <w:t xml:space="preserve">Date: </w:t>
      </w:r>
      <w:r w:rsidR="005F6225" w:rsidRPr="0F42C0BD">
        <w:rPr>
          <w:rFonts w:ascii="Arial" w:hAnsi="Arial" w:cs="Arial"/>
          <w:b/>
          <w:bCs/>
          <w:color w:val="0F243E" w:themeColor="text2" w:themeShade="80"/>
          <w:sz w:val="28"/>
          <w:szCs w:val="28"/>
          <w:lang w:bidi="ar-IQ"/>
        </w:rPr>
        <w:fldChar w:fldCharType="begin"/>
      </w:r>
      <w:r w:rsidR="005F6225" w:rsidRPr="0F42C0BD">
        <w:rPr>
          <w:rFonts w:ascii="Arial" w:hAnsi="Arial" w:cs="Arial"/>
          <w:b/>
          <w:bCs/>
          <w:color w:val="0F243E" w:themeColor="text2" w:themeShade="80"/>
          <w:sz w:val="28"/>
          <w:szCs w:val="28"/>
          <w:lang w:bidi="ar-IQ"/>
        </w:rPr>
        <w:instrText xml:space="preserve"> DATE \@ "MMMM d, yyyy" </w:instrText>
      </w:r>
      <w:r w:rsidR="005F6225" w:rsidRPr="0F42C0BD">
        <w:rPr>
          <w:rFonts w:ascii="Arial" w:hAnsi="Arial" w:cs="Arial"/>
          <w:b/>
          <w:bCs/>
          <w:color w:val="0F243E" w:themeColor="text2" w:themeShade="80"/>
          <w:sz w:val="28"/>
          <w:szCs w:val="28"/>
          <w:lang w:bidi="ar-IQ"/>
        </w:rPr>
        <w:fldChar w:fldCharType="separate"/>
      </w:r>
      <w:r w:rsidR="000629A3">
        <w:rPr>
          <w:rFonts w:ascii="Arial" w:hAnsi="Arial" w:cs="Arial"/>
          <w:b/>
          <w:bCs/>
          <w:noProof/>
          <w:color w:val="0F243E" w:themeColor="text2" w:themeShade="80"/>
          <w:sz w:val="28"/>
          <w:szCs w:val="28"/>
          <w:lang w:bidi="ar-IQ"/>
        </w:rPr>
        <w:t>May 9, 2025</w:t>
      </w:r>
      <w:r w:rsidR="005F6225" w:rsidRPr="0F42C0BD">
        <w:rPr>
          <w:rFonts w:ascii="Arial" w:hAnsi="Arial" w:cs="Arial"/>
          <w:b/>
          <w:bCs/>
          <w:color w:val="0F243E" w:themeColor="text2" w:themeShade="80"/>
          <w:sz w:val="28"/>
          <w:szCs w:val="28"/>
          <w:lang w:bidi="ar-IQ"/>
        </w:rPr>
        <w:fldChar w:fldCharType="end"/>
      </w:r>
    </w:p>
    <w:p w14:paraId="338DA133" w14:textId="77777777" w:rsidR="00833DBE" w:rsidRPr="002F59FF" w:rsidRDefault="00833DBE" w:rsidP="00833DBE">
      <w:pPr>
        <w:bidi w:val="0"/>
        <w:ind w:left="-284" w:right="-1912"/>
        <w:rPr>
          <w:rFonts w:ascii="Monotype Corsiva" w:hAnsi="Monotype Corsiva"/>
          <w:b/>
          <w:bCs/>
          <w:color w:val="0F243E" w:themeColor="text2" w:themeShade="80"/>
          <w:sz w:val="44"/>
          <w:szCs w:val="44"/>
          <w:lang w:bidi="ar-IQ"/>
        </w:rPr>
      </w:pPr>
    </w:p>
    <w:p w14:paraId="5B6DF8AB" w14:textId="77777777" w:rsidR="00833DBE" w:rsidRPr="00D35D3B" w:rsidRDefault="0F42C0BD" w:rsidP="0F42C0BD">
      <w:pPr>
        <w:bidi w:val="0"/>
        <w:ind w:left="-284" w:right="-1912"/>
        <w:jc w:val="center"/>
        <w:rPr>
          <w:rFonts w:ascii="Georgia" w:hAnsi="Georgia"/>
          <w:b/>
          <w:bCs/>
          <w:rtl/>
          <w:lang w:bidi="ar-IQ"/>
        </w:rPr>
      </w:pPr>
      <w:r w:rsidRPr="0F42C0BD">
        <w:rPr>
          <w:rFonts w:ascii="Monotype Corsiva" w:hAnsi="Monotype Corsiva"/>
          <w:b/>
          <w:bCs/>
          <w:color w:val="632423" w:themeColor="accent2" w:themeShade="80"/>
          <w:sz w:val="44"/>
          <w:szCs w:val="44"/>
          <w:lang w:bidi="ar-IQ"/>
        </w:rPr>
        <w:t xml:space="preserve"> Echocardiography Report</w:t>
      </w:r>
      <w:r w:rsidRPr="0F42C0BD">
        <w:rPr>
          <w:rFonts w:ascii="Sylfaen" w:hAnsi="Sylfaen" w:cs="Arial"/>
          <w:b/>
          <w:bCs/>
          <w:color w:val="800000"/>
          <w:sz w:val="28"/>
          <w:szCs w:val="28"/>
          <w:lang w:bidi="ar-IQ"/>
        </w:rPr>
        <w:t xml:space="preserve">             </w:t>
      </w:r>
    </w:p>
    <w:p w14:paraId="24E99B7A" w14:textId="77777777" w:rsidR="00833DBE" w:rsidRPr="00D35D3B" w:rsidRDefault="0F42C0BD" w:rsidP="00833DBE">
      <w:pPr>
        <w:bidi w:val="0"/>
        <w:ind w:left="-284" w:right="-1912"/>
        <w:rPr>
          <w:rFonts w:ascii="Georgia" w:hAnsi="Georgia"/>
          <w:b/>
          <w:bCs/>
          <w:rtl/>
          <w:lang w:bidi="ar-IQ"/>
        </w:rPr>
      </w:pPr>
      <w:r w:rsidRPr="0F42C0BD">
        <w:rPr>
          <w:rFonts w:ascii="Sylfaen" w:hAnsi="Sylfaen" w:cs="Arial"/>
          <w:b/>
          <w:bCs/>
          <w:color w:val="800000"/>
          <w:sz w:val="28"/>
          <w:szCs w:val="28"/>
          <w:lang w:bidi="ar-IQ"/>
        </w:rPr>
        <w:t xml:space="preserve">        </w:t>
      </w:r>
    </w:p>
    <w:tbl>
      <w:tblPr>
        <w:tblpPr w:leftFromText="180" w:rightFromText="180" w:vertAnchor="text" w:horzAnchor="margin" w:tblpXSpec="center" w:tblpY="76"/>
        <w:tblW w:w="8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CDDC" w:themeFill="accent5" w:themeFillTint="99"/>
        <w:tblLook w:val="01E0" w:firstRow="1" w:lastRow="1" w:firstColumn="1" w:lastColumn="1" w:noHBand="0" w:noVBand="0"/>
      </w:tblPr>
      <w:tblGrid>
        <w:gridCol w:w="1808"/>
        <w:gridCol w:w="343"/>
        <w:gridCol w:w="554"/>
        <w:gridCol w:w="898"/>
        <w:gridCol w:w="3109"/>
        <w:gridCol w:w="439"/>
        <w:gridCol w:w="913"/>
      </w:tblGrid>
      <w:tr w:rsidR="00B40A65" w:rsidRPr="002A6437" w14:paraId="26B7EEDE" w14:textId="77777777" w:rsidTr="0F42C0BD">
        <w:trPr>
          <w:trHeight w:hRule="exact" w:val="442"/>
        </w:trPr>
        <w:tc>
          <w:tcPr>
            <w:tcW w:w="2709" w:type="dxa"/>
            <w:gridSpan w:val="3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30FE6B9E" w14:textId="77777777" w:rsidR="00B40A65" w:rsidRPr="009418B5" w:rsidRDefault="0F42C0BD" w:rsidP="0F42C0BD">
            <w:pPr>
              <w:bidi w:val="0"/>
              <w:spacing w:line="276" w:lineRule="auto"/>
              <w:rPr>
                <w:rFonts w:ascii="Sylfaen" w:hAnsi="Sylfaen" w:cs="Arial"/>
                <w:b/>
                <w:bCs/>
                <w:color w:val="800000"/>
                <w:sz w:val="28"/>
                <w:szCs w:val="28"/>
                <w:lang w:bidi="ar-IQ"/>
              </w:rPr>
            </w:pPr>
            <w:r w:rsidRPr="0F42C0BD">
              <w:rPr>
                <w:rFonts w:ascii="Sylfaen" w:hAnsi="Sylfaen" w:cs="Arial"/>
                <w:b/>
                <w:bCs/>
                <w:color w:val="800000"/>
                <w:sz w:val="28"/>
                <w:szCs w:val="28"/>
                <w:lang w:bidi="ar-IQ"/>
              </w:rPr>
              <w:t xml:space="preserve">Measurements </w:t>
            </w:r>
            <w:r w:rsidRPr="0F42C0BD">
              <w:rPr>
                <w:rFonts w:ascii="Sylfaen" w:hAnsi="Sylfaen" w:cs="Arial"/>
                <w:b/>
                <w:bCs/>
                <w:color w:val="17365D" w:themeColor="text2" w:themeShade="BF"/>
                <w:sz w:val="16"/>
                <w:szCs w:val="16"/>
                <w:lang w:bidi="ar-IQ"/>
              </w:rPr>
              <w:t>(in mm)</w:t>
            </w:r>
          </w:p>
        </w:tc>
        <w:tc>
          <w:tcPr>
            <w:tcW w:w="90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2B734D23" w14:textId="77777777" w:rsidR="00B40A65" w:rsidRPr="009418B5" w:rsidRDefault="00B40A65" w:rsidP="00B40A65">
            <w:pPr>
              <w:bidi w:val="0"/>
              <w:ind w:left="27"/>
              <w:jc w:val="center"/>
              <w:rPr>
                <w:rFonts w:ascii="Arial" w:hAnsi="Arial" w:cs="Arial"/>
                <w:b/>
                <w:bCs/>
                <w:color w:val="17365D" w:themeColor="text2" w:themeShade="BF"/>
                <w:sz w:val="18"/>
                <w:szCs w:val="18"/>
                <w:lang w:bidi="ar-IQ"/>
              </w:rPr>
            </w:pPr>
            <w:r w:rsidRPr="009418B5">
              <w:rPr>
                <w:rFonts w:ascii="Arial" w:hAnsi="Arial" w:cs="Arial"/>
                <w:b/>
                <w:bCs/>
                <w:color w:val="17365D" w:themeColor="text2" w:themeShade="BF"/>
                <w:sz w:val="12"/>
                <w:szCs w:val="12"/>
                <w:lang w:bidi="ar-IQ"/>
              </w:rPr>
              <w:t>Normal Values</w:t>
            </w:r>
          </w:p>
        </w:tc>
        <w:tc>
          <w:tcPr>
            <w:tcW w:w="3540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01630F29" w14:textId="77777777" w:rsidR="00B40A65" w:rsidRPr="002C1253" w:rsidRDefault="0F42C0BD" w:rsidP="0F42C0BD">
            <w:pPr>
              <w:bidi w:val="0"/>
              <w:spacing w:line="276" w:lineRule="auto"/>
            </w:pPr>
            <w:r w:rsidRPr="0F42C0BD">
              <w:rPr>
                <w:rFonts w:ascii="Sylfaen" w:hAnsi="Sylfaen" w:cs="Arial"/>
                <w:b/>
                <w:bCs/>
                <w:color w:val="800000"/>
                <w:sz w:val="28"/>
                <w:szCs w:val="28"/>
                <w:lang w:bidi="ar-IQ"/>
              </w:rPr>
              <w:t>Measurements</w:t>
            </w:r>
            <w:r w:rsidRPr="0F42C0BD">
              <w:rPr>
                <w:rFonts w:ascii="Sylfaen" w:hAnsi="Sylfaen" w:cs="Arial"/>
                <w:b/>
                <w:bCs/>
                <w:color w:val="17365D" w:themeColor="text2" w:themeShade="BF"/>
                <w:sz w:val="16"/>
                <w:szCs w:val="16"/>
                <w:lang w:bidi="ar-IQ"/>
              </w:rPr>
              <w:t xml:space="preserve"> (in mm)</w:t>
            </w:r>
          </w:p>
        </w:tc>
        <w:tc>
          <w:tcPr>
            <w:tcW w:w="91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50494A65" w14:textId="77777777" w:rsidR="00B40A65" w:rsidRPr="009418B5" w:rsidRDefault="00B40A65" w:rsidP="00B40A65">
            <w:pPr>
              <w:bidi w:val="0"/>
              <w:jc w:val="center"/>
              <w:rPr>
                <w:rFonts w:ascii="Arial" w:hAnsi="Arial" w:cs="Arial"/>
                <w:b/>
                <w:bCs/>
                <w:color w:val="17365D" w:themeColor="text2" w:themeShade="BF"/>
                <w:sz w:val="18"/>
                <w:szCs w:val="18"/>
                <w:lang w:bidi="ar-IQ"/>
              </w:rPr>
            </w:pPr>
            <w:r w:rsidRPr="009418B5">
              <w:rPr>
                <w:rFonts w:ascii="Arial" w:hAnsi="Arial" w:cs="Arial"/>
                <w:b/>
                <w:bCs/>
                <w:color w:val="17365D" w:themeColor="text2" w:themeShade="BF"/>
                <w:sz w:val="12"/>
                <w:szCs w:val="12"/>
                <w:lang w:bidi="ar-IQ"/>
              </w:rPr>
              <w:t>Normal Values</w:t>
            </w:r>
          </w:p>
        </w:tc>
      </w:tr>
      <w:tr w:rsidR="0095760F" w:rsidRPr="002A6437" w14:paraId="4B717F6E" w14:textId="77777777" w:rsidTr="0F42C0BD">
        <w:trPr>
          <w:trHeight w:val="300"/>
        </w:trPr>
        <w:tc>
          <w:tcPr>
            <w:tcW w:w="2154" w:type="dxa"/>
            <w:gridSpan w:val="2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79538859" w14:textId="77777777" w:rsidR="0095760F" w:rsidRPr="002C1253" w:rsidRDefault="0095760F" w:rsidP="0095760F">
            <w:pPr>
              <w:bidi w:val="0"/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</w:pPr>
            <w:r w:rsidRPr="002C1253"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  <w:t>IVSD</w:t>
            </w:r>
          </w:p>
        </w:tc>
        <w:tc>
          <w:tcPr>
            <w:tcW w:w="55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14A2A609" w14:textId="77777777" w:rsidR="0095760F" w:rsidRPr="002C1253" w:rsidRDefault="009B4D06" w:rsidP="0095760F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IQ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IQ"/>
              </w:rPr>
              <w:t>9</w:t>
            </w:r>
          </w:p>
        </w:tc>
        <w:tc>
          <w:tcPr>
            <w:tcW w:w="90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3EC869BB" w14:textId="77777777" w:rsidR="0095760F" w:rsidRPr="00B40A65" w:rsidRDefault="0095760F" w:rsidP="0095760F">
            <w:pPr>
              <w:bidi w:val="0"/>
              <w:jc w:val="center"/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</w:pPr>
            <w:r w:rsidRPr="00B40A65"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  <w:t>6-11</w:t>
            </w:r>
          </w:p>
        </w:tc>
        <w:tc>
          <w:tcPr>
            <w:tcW w:w="312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298D0932" w14:textId="77777777" w:rsidR="0095760F" w:rsidRPr="002C1253" w:rsidRDefault="0F42C0BD" w:rsidP="0095760F">
            <w:pPr>
              <w:bidi w:val="0"/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</w:pPr>
            <w:r w:rsidRPr="0F42C0BD">
              <w:rPr>
                <w:rFonts w:ascii="Arial" w:hAnsi="Arial" w:cs="Arial"/>
                <w:b/>
                <w:bCs/>
                <w:color w:val="244061" w:themeColor="accent1" w:themeShade="80"/>
                <w:sz w:val="22"/>
                <w:szCs w:val="22"/>
                <w:lang w:bidi="ar-IQ"/>
              </w:rPr>
              <w:t>Aortic Root Dimension</w:t>
            </w:r>
          </w:p>
        </w:tc>
        <w:tc>
          <w:tcPr>
            <w:tcW w:w="42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22A689F9" w14:textId="1B0723CE" w:rsidR="0095760F" w:rsidRPr="002C1253" w:rsidRDefault="009B4D06" w:rsidP="0095760F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IQ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IQ"/>
              </w:rPr>
              <w:t>3</w:t>
            </w:r>
            <w:r w:rsidR="00EC58F2">
              <w:rPr>
                <w:rFonts w:ascii="Arial" w:hAnsi="Arial" w:cs="Arial"/>
                <w:b/>
                <w:bCs/>
                <w:sz w:val="20"/>
                <w:szCs w:val="20"/>
                <w:lang w:bidi="ar-IQ"/>
              </w:rPr>
              <w:t>0</w:t>
            </w:r>
          </w:p>
        </w:tc>
        <w:tc>
          <w:tcPr>
            <w:tcW w:w="91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6A07E1E2" w14:textId="77777777" w:rsidR="0095760F" w:rsidRPr="00B40A65" w:rsidRDefault="0095760F" w:rsidP="0095760F">
            <w:pPr>
              <w:bidi w:val="0"/>
              <w:jc w:val="center"/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</w:pPr>
            <w:r w:rsidRPr="00B40A65"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  <w:t>30-37</w:t>
            </w:r>
          </w:p>
        </w:tc>
      </w:tr>
      <w:tr w:rsidR="0095760F" w:rsidRPr="002A6437" w14:paraId="19AE1F4E" w14:textId="77777777" w:rsidTr="0F42C0BD">
        <w:trPr>
          <w:trHeight w:hRule="exact" w:val="287"/>
        </w:trPr>
        <w:tc>
          <w:tcPr>
            <w:tcW w:w="2154" w:type="dxa"/>
            <w:gridSpan w:val="2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5C32811E" w14:textId="77777777" w:rsidR="0095760F" w:rsidRPr="002C1253" w:rsidRDefault="0095760F" w:rsidP="0095760F">
            <w:pPr>
              <w:bidi w:val="0"/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</w:pPr>
            <w:r w:rsidRPr="002C1253"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  <w:t>LA Dimension</w:t>
            </w:r>
          </w:p>
        </w:tc>
        <w:tc>
          <w:tcPr>
            <w:tcW w:w="55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189033CB" w14:textId="09E3525A" w:rsidR="0095760F" w:rsidRPr="002C1253" w:rsidRDefault="009B4D06" w:rsidP="0095760F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IQ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IQ"/>
              </w:rPr>
              <w:t>3</w:t>
            </w:r>
            <w:r w:rsidR="00EC58F2">
              <w:rPr>
                <w:rFonts w:ascii="Arial" w:hAnsi="Arial" w:cs="Arial"/>
                <w:b/>
                <w:bCs/>
                <w:sz w:val="20"/>
                <w:szCs w:val="20"/>
                <w:lang w:bidi="ar-IQ"/>
              </w:rPr>
              <w:t>0</w:t>
            </w:r>
          </w:p>
        </w:tc>
        <w:tc>
          <w:tcPr>
            <w:tcW w:w="90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6F1FA8B1" w14:textId="77777777" w:rsidR="0095760F" w:rsidRPr="00B40A65" w:rsidRDefault="0095760F" w:rsidP="0095760F">
            <w:pPr>
              <w:bidi w:val="0"/>
              <w:jc w:val="center"/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</w:pPr>
            <w:r w:rsidRPr="00B40A65"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  <w:t>19-40</w:t>
            </w:r>
          </w:p>
        </w:tc>
        <w:tc>
          <w:tcPr>
            <w:tcW w:w="312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2C97861D" w14:textId="77777777" w:rsidR="0095760F" w:rsidRPr="002C1253" w:rsidRDefault="0095760F" w:rsidP="0095760F">
            <w:pPr>
              <w:bidi w:val="0"/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</w:pPr>
            <w:r w:rsidRPr="002C1253"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  <w:t>LVES Dimension</w:t>
            </w:r>
          </w:p>
        </w:tc>
        <w:tc>
          <w:tcPr>
            <w:tcW w:w="42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4C00CB18" w14:textId="77777777" w:rsidR="0095760F" w:rsidRPr="002C1253" w:rsidRDefault="009B4D06" w:rsidP="0095760F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IQ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IQ"/>
              </w:rPr>
              <w:t>28</w:t>
            </w:r>
          </w:p>
        </w:tc>
        <w:tc>
          <w:tcPr>
            <w:tcW w:w="91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557C3946" w14:textId="77777777" w:rsidR="0095760F" w:rsidRPr="00B40A65" w:rsidRDefault="0095760F" w:rsidP="0095760F">
            <w:pPr>
              <w:bidi w:val="0"/>
              <w:jc w:val="center"/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</w:pPr>
            <w:r w:rsidRPr="00B40A65"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  <w:t>25-37</w:t>
            </w:r>
          </w:p>
        </w:tc>
      </w:tr>
      <w:tr w:rsidR="0095760F" w:rsidRPr="002A6437" w14:paraId="4254766D" w14:textId="77777777" w:rsidTr="0F42C0BD">
        <w:trPr>
          <w:trHeight w:hRule="exact" w:val="287"/>
        </w:trPr>
        <w:tc>
          <w:tcPr>
            <w:tcW w:w="2154" w:type="dxa"/>
            <w:gridSpan w:val="2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47F3A3E4" w14:textId="77777777" w:rsidR="0095760F" w:rsidRPr="002C1253" w:rsidRDefault="0095760F" w:rsidP="0095760F">
            <w:pPr>
              <w:bidi w:val="0"/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</w:pPr>
            <w:r w:rsidRPr="002C1253"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  <w:t>LVED Dimension</w:t>
            </w:r>
          </w:p>
        </w:tc>
        <w:tc>
          <w:tcPr>
            <w:tcW w:w="55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68E33047" w14:textId="77777777" w:rsidR="0095760F" w:rsidRPr="002C1253" w:rsidRDefault="009B4D06" w:rsidP="0095760F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IQ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IQ"/>
              </w:rPr>
              <w:t>45</w:t>
            </w:r>
          </w:p>
        </w:tc>
        <w:tc>
          <w:tcPr>
            <w:tcW w:w="90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6EBFF473" w14:textId="77777777" w:rsidR="0095760F" w:rsidRPr="00B40A65" w:rsidRDefault="0095760F" w:rsidP="0095760F">
            <w:pPr>
              <w:bidi w:val="0"/>
              <w:jc w:val="center"/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</w:pPr>
            <w:r w:rsidRPr="00B40A65"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  <w:t>37-56</w:t>
            </w:r>
          </w:p>
        </w:tc>
        <w:tc>
          <w:tcPr>
            <w:tcW w:w="312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5511C5C1" w14:textId="77777777" w:rsidR="0095760F" w:rsidRPr="002C1253" w:rsidRDefault="0095760F" w:rsidP="0095760F">
            <w:pPr>
              <w:bidi w:val="0"/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</w:pPr>
            <w:r w:rsidRPr="002C1253"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  <w:t>Posterior Wall Thickness</w:t>
            </w:r>
          </w:p>
        </w:tc>
        <w:tc>
          <w:tcPr>
            <w:tcW w:w="42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25DC5F32" w14:textId="77777777" w:rsidR="0095760F" w:rsidRPr="002C1253" w:rsidRDefault="009B4D06" w:rsidP="0095760F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IQ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IQ"/>
              </w:rPr>
              <w:t>9</w:t>
            </w:r>
          </w:p>
        </w:tc>
        <w:tc>
          <w:tcPr>
            <w:tcW w:w="91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123CD217" w14:textId="77777777" w:rsidR="0095760F" w:rsidRPr="00B40A65" w:rsidRDefault="0095760F" w:rsidP="0095760F">
            <w:pPr>
              <w:bidi w:val="0"/>
              <w:jc w:val="center"/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</w:pPr>
            <w:r w:rsidRPr="00B40A65"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  <w:t>6-9</w:t>
            </w:r>
          </w:p>
        </w:tc>
      </w:tr>
      <w:tr w:rsidR="0095760F" w:rsidRPr="002A6437" w14:paraId="2E43861D" w14:textId="77777777" w:rsidTr="0F42C0BD">
        <w:trPr>
          <w:trHeight w:hRule="exact" w:val="287"/>
        </w:trPr>
        <w:tc>
          <w:tcPr>
            <w:tcW w:w="2154" w:type="dxa"/>
            <w:gridSpan w:val="2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3D5004AC" w14:textId="77777777" w:rsidR="0095760F" w:rsidRPr="002C1253" w:rsidRDefault="0095760F" w:rsidP="0095760F">
            <w:pPr>
              <w:bidi w:val="0"/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</w:pPr>
            <w:r w:rsidRPr="002C1253"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  <w:t>Ejection Fraction</w:t>
            </w:r>
          </w:p>
        </w:tc>
        <w:tc>
          <w:tcPr>
            <w:tcW w:w="55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41D0027E" w14:textId="56E9F23A" w:rsidR="0095760F" w:rsidRPr="002C1253" w:rsidRDefault="0068048B" w:rsidP="0095760F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IQ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IQ"/>
              </w:rPr>
              <w:t>45</w:t>
            </w:r>
          </w:p>
        </w:tc>
        <w:tc>
          <w:tcPr>
            <w:tcW w:w="90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63FC649A" w14:textId="77777777" w:rsidR="0095760F" w:rsidRPr="00B40A65" w:rsidRDefault="0095760F" w:rsidP="0095760F">
            <w:pPr>
              <w:bidi w:val="0"/>
              <w:jc w:val="center"/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</w:pPr>
            <w:r w:rsidRPr="00B40A65"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  <w:t>57-75</w:t>
            </w:r>
          </w:p>
        </w:tc>
        <w:tc>
          <w:tcPr>
            <w:tcW w:w="312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64AC5710" w14:textId="77777777" w:rsidR="0095760F" w:rsidRPr="002C1253" w:rsidRDefault="0095760F" w:rsidP="0095760F">
            <w:pPr>
              <w:bidi w:val="0"/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</w:pPr>
            <w:r w:rsidRPr="002C1253"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  <w:t>RV Dimension</w:t>
            </w:r>
          </w:p>
        </w:tc>
        <w:tc>
          <w:tcPr>
            <w:tcW w:w="42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4294E8F7" w14:textId="77777777" w:rsidR="0095760F" w:rsidRPr="002C1253" w:rsidRDefault="009B4D06" w:rsidP="0095760F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ar-IQ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ar-IQ"/>
              </w:rPr>
              <w:t>23</w:t>
            </w:r>
          </w:p>
        </w:tc>
        <w:tc>
          <w:tcPr>
            <w:tcW w:w="91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65BA11A3" w14:textId="77777777" w:rsidR="0095760F" w:rsidRPr="00B40A65" w:rsidRDefault="0095760F" w:rsidP="0095760F">
            <w:pPr>
              <w:bidi w:val="0"/>
              <w:jc w:val="center"/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</w:pPr>
            <w:r w:rsidRPr="00B40A65"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  <w:t>9-26</w:t>
            </w:r>
          </w:p>
        </w:tc>
      </w:tr>
      <w:tr w:rsidR="009418B5" w:rsidRPr="002A6437" w14:paraId="5A8AF0E4" w14:textId="77777777" w:rsidTr="0F42C0BD">
        <w:trPr>
          <w:trHeight w:hRule="exact" w:val="408"/>
        </w:trPr>
        <w:tc>
          <w:tcPr>
            <w:tcW w:w="1809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92CDDC" w:themeFill="accent5" w:themeFillTint="99"/>
            <w:vAlign w:val="center"/>
          </w:tcPr>
          <w:p w14:paraId="6F7CCF96" w14:textId="77777777" w:rsidR="009418B5" w:rsidRPr="002C1253" w:rsidRDefault="009418B5" w:rsidP="00B40A65">
            <w:pPr>
              <w:bidi w:val="0"/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</w:pPr>
            <w:r w:rsidRPr="00823CE4">
              <w:rPr>
                <w:rFonts w:ascii="Sylfaen" w:hAnsi="Sylfaen"/>
                <w:b/>
                <w:bCs/>
                <w:color w:val="800000"/>
                <w:sz w:val="28"/>
                <w:szCs w:val="28"/>
                <w:lang w:bidi="ar-IQ"/>
              </w:rPr>
              <w:t>Description</w:t>
            </w:r>
          </w:p>
        </w:tc>
        <w:tc>
          <w:tcPr>
            <w:tcW w:w="6255" w:type="dxa"/>
            <w:gridSpan w:val="6"/>
            <w:tcBorders>
              <w:top w:val="single" w:sz="4" w:space="0" w:color="002060"/>
              <w:left w:val="single" w:sz="4" w:space="0" w:color="002060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234B185" w14:textId="77777777" w:rsidR="009418B5" w:rsidRPr="00B40A65" w:rsidRDefault="009418B5" w:rsidP="00B40A65">
            <w:pPr>
              <w:bidi w:val="0"/>
              <w:jc w:val="center"/>
              <w:rPr>
                <w:rFonts w:ascii="Arial" w:hAnsi="Arial" w:cs="Arial"/>
                <w:b/>
                <w:bCs/>
                <w:color w:val="244061"/>
                <w:sz w:val="22"/>
                <w:szCs w:val="22"/>
                <w:lang w:bidi="ar-IQ"/>
              </w:rPr>
            </w:pPr>
          </w:p>
        </w:tc>
      </w:tr>
    </w:tbl>
    <w:p w14:paraId="2F5E7E33" w14:textId="77777777" w:rsidR="002E7B65" w:rsidRDefault="002E7B65" w:rsidP="00EC58F2">
      <w:pPr>
        <w:bidi w:val="0"/>
        <w:ind w:right="90"/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</w:pPr>
    </w:p>
    <w:p w14:paraId="724C7DC2" w14:textId="77777777" w:rsidR="00E01F78" w:rsidRPr="00A40A62" w:rsidRDefault="0F42C0BD" w:rsidP="009B4D06">
      <w:pPr>
        <w:bidi w:val="0"/>
        <w:ind w:left="90" w:right="90"/>
        <w:rPr>
          <w:rFonts w:ascii="Georgia" w:hAnsi="Georgia"/>
          <w:b/>
          <w:bCs/>
          <w:color w:val="244061"/>
          <w:sz w:val="28"/>
          <w:szCs w:val="28"/>
          <w:lang w:bidi="ar-IQ"/>
        </w:rPr>
      </w:pPr>
      <w:r w:rsidRPr="0F42C0BD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* Normal cardiac chamber size.</w:t>
      </w:r>
    </w:p>
    <w:p w14:paraId="7B816C51" w14:textId="1F7F1823" w:rsidR="00E01F78" w:rsidRPr="00A40A62" w:rsidRDefault="0F42C0BD" w:rsidP="009B4D06">
      <w:pPr>
        <w:bidi w:val="0"/>
        <w:ind w:left="90" w:right="90"/>
        <w:rPr>
          <w:rFonts w:ascii="Georgia" w:hAnsi="Georgia"/>
          <w:b/>
          <w:bCs/>
          <w:color w:val="244061"/>
          <w:sz w:val="28"/>
          <w:szCs w:val="28"/>
          <w:lang w:bidi="ar-IQ"/>
        </w:rPr>
      </w:pPr>
      <w:r w:rsidRPr="0F42C0BD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* </w:t>
      </w:r>
      <w:r w:rsidR="0068048B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Trace MR, </w:t>
      </w:r>
      <w:r w:rsidR="009B4D06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N</w:t>
      </w:r>
      <w:r w:rsidRPr="0F42C0BD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ormal</w:t>
      </w:r>
      <w:r w:rsidR="0068048B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 other</w:t>
      </w:r>
      <w:r w:rsidRPr="0F42C0BD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 cardiac valves function and structure.</w:t>
      </w:r>
    </w:p>
    <w:p w14:paraId="2F254E8C" w14:textId="2C4E19A3" w:rsidR="00E01F78" w:rsidRPr="00A40A62" w:rsidRDefault="0F42C0BD" w:rsidP="0068048B">
      <w:pPr>
        <w:bidi w:val="0"/>
        <w:ind w:left="90" w:right="90"/>
        <w:rPr>
          <w:rFonts w:ascii="Georgia" w:hAnsi="Georgia"/>
          <w:b/>
          <w:bCs/>
          <w:color w:val="244061"/>
          <w:sz w:val="28"/>
          <w:szCs w:val="28"/>
          <w:lang w:bidi="ar-IQ"/>
        </w:rPr>
      </w:pPr>
      <w:r w:rsidRPr="0F42C0BD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* </w:t>
      </w:r>
      <w:r w:rsidR="009B4D06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LV: Normal in size and </w:t>
      </w:r>
      <w:r w:rsidR="0068048B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mild LVH</w:t>
      </w:r>
      <w:r w:rsidR="009B4D06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, </w:t>
      </w:r>
      <w:r w:rsidR="0068048B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apical</w:t>
      </w:r>
      <w:r w:rsidR="00043FB5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 LV wall </w:t>
      </w:r>
      <w:r w:rsidR="0068048B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akinesia</w:t>
      </w:r>
      <w:r w:rsidR="009B4D06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. </w:t>
      </w:r>
      <w:r w:rsidR="0068048B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mild</w:t>
      </w:r>
      <w:r w:rsidR="009B4D06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 LV systolic </w:t>
      </w:r>
      <w:r w:rsidR="0068048B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dys</w:t>
      </w:r>
      <w:r w:rsidR="009B4D06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function. EF=</w:t>
      </w:r>
      <w:r w:rsidR="0068048B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45</w:t>
      </w:r>
      <w:r w:rsidR="009B4D06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% </w:t>
      </w:r>
    </w:p>
    <w:p w14:paraId="454312B9" w14:textId="3DF5AF54" w:rsidR="00E01F78" w:rsidRPr="00A40A62" w:rsidRDefault="0F42C0BD" w:rsidP="009B4D06">
      <w:pPr>
        <w:bidi w:val="0"/>
        <w:ind w:left="90" w:right="90"/>
        <w:rPr>
          <w:rFonts w:ascii="Georgia" w:hAnsi="Georgia"/>
          <w:b/>
          <w:bCs/>
          <w:color w:val="244061"/>
          <w:sz w:val="28"/>
          <w:szCs w:val="28"/>
          <w:lang w:bidi="ar-IQ"/>
        </w:rPr>
      </w:pPr>
      <w:r w:rsidRPr="0F42C0BD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* </w:t>
      </w:r>
      <w:r w:rsidR="00EC58F2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Grade I</w:t>
      </w:r>
      <w:r w:rsidR="009B4D06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 LV diastolic </w:t>
      </w:r>
      <w:r w:rsidR="00EC58F2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dys</w:t>
      </w:r>
      <w:r w:rsidR="009B4D06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function </w:t>
      </w:r>
    </w:p>
    <w:p w14:paraId="39321016" w14:textId="6335EEBA" w:rsidR="0F42C0BD" w:rsidRDefault="0F42C0BD" w:rsidP="0F42C0BD">
      <w:pPr>
        <w:bidi w:val="0"/>
        <w:ind w:left="90" w:right="90"/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</w:pPr>
      <w:r w:rsidRPr="0F42C0BD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* Normal RV size and function</w:t>
      </w:r>
      <w:r w:rsidR="00EC58F2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, no RV regional wall motion abnormality</w:t>
      </w:r>
      <w:r w:rsidRPr="0F42C0BD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.</w:t>
      </w:r>
    </w:p>
    <w:p w14:paraId="509FDD67" w14:textId="77777777" w:rsidR="009B4D06" w:rsidRDefault="009B4D06" w:rsidP="009B4D06">
      <w:pPr>
        <w:bidi w:val="0"/>
        <w:ind w:left="90" w:right="90"/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</w:pPr>
      <w:r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* No signs of pulmonary HTN.</w:t>
      </w:r>
    </w:p>
    <w:p w14:paraId="4F9C3390" w14:textId="64C4ACAA" w:rsidR="00EC58F2" w:rsidRDefault="0F42C0BD" w:rsidP="00043FB5">
      <w:pPr>
        <w:bidi w:val="0"/>
        <w:ind w:left="90" w:right="90"/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</w:pPr>
      <w:r w:rsidRPr="0F42C0BD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* </w:t>
      </w:r>
      <w:r w:rsidR="00043FB5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No</w:t>
      </w:r>
      <w:r w:rsidRPr="0F42C0BD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 </w:t>
      </w:r>
      <w:r w:rsidR="00EC58F2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pericardial effusion</w:t>
      </w:r>
    </w:p>
    <w:p w14:paraId="1FFDA837" w14:textId="73A0E5EC" w:rsidR="00E01F78" w:rsidRDefault="00EC58F2" w:rsidP="00EC58F2">
      <w:pPr>
        <w:bidi w:val="0"/>
        <w:ind w:left="90" w:right="90"/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</w:pPr>
      <w:r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* </w:t>
      </w:r>
      <w:r w:rsidR="009B4D06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Intact IAS and IVS.</w:t>
      </w:r>
    </w:p>
    <w:p w14:paraId="48BC4EA9" w14:textId="7CD1F2C1" w:rsidR="00E01F78" w:rsidRPr="00B40A65" w:rsidRDefault="00E01F78" w:rsidP="0F42C0BD">
      <w:pPr>
        <w:bidi w:val="0"/>
        <w:ind w:left="-1701" w:right="90"/>
        <w:outlineLvl w:val="0"/>
        <w:rPr>
          <w:rFonts w:ascii="Sylfaen" w:hAnsi="Sylfaen" w:cs="Arial"/>
          <w:b/>
          <w:bCs/>
          <w:color w:val="800000"/>
          <w:sz w:val="22"/>
          <w:szCs w:val="22"/>
          <w:lang w:bidi="ar-IQ"/>
        </w:rPr>
      </w:pPr>
    </w:p>
    <w:tbl>
      <w:tblPr>
        <w:tblpPr w:leftFromText="180" w:rightFromText="180" w:vertAnchor="text" w:horzAnchor="page" w:tblpX="643" w:tblpY="144"/>
        <w:tblW w:w="2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CDDC" w:themeFill="accent5" w:themeFillTint="99"/>
        <w:tblLook w:val="0000" w:firstRow="0" w:lastRow="0" w:firstColumn="0" w:lastColumn="0" w:noHBand="0" w:noVBand="0"/>
      </w:tblPr>
      <w:tblGrid>
        <w:gridCol w:w="2010"/>
      </w:tblGrid>
      <w:tr w:rsidR="00E01F78" w14:paraId="7387C3B2" w14:textId="77777777" w:rsidTr="0F42C0BD">
        <w:trPr>
          <w:trHeight w:val="675"/>
        </w:trPr>
        <w:tc>
          <w:tcPr>
            <w:tcW w:w="20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CDDC" w:themeFill="accent5" w:themeFillTint="99"/>
            <w:vAlign w:val="center"/>
          </w:tcPr>
          <w:p w14:paraId="7B22724C" w14:textId="77777777" w:rsidR="00E01F78" w:rsidRDefault="00E01F78" w:rsidP="0F42C0BD">
            <w:pPr>
              <w:bidi w:val="0"/>
              <w:ind w:right="90"/>
              <w:rPr>
                <w:rFonts w:ascii="Sylfaen" w:hAnsi="Sylfaen"/>
                <w:b/>
                <w:bCs/>
                <w:color w:val="800000"/>
                <w:sz w:val="28"/>
                <w:szCs w:val="28"/>
                <w:lang w:bidi="ar-IQ"/>
              </w:rPr>
            </w:pPr>
            <w:r w:rsidRPr="00D35D3B">
              <w:rPr>
                <w:rFonts w:ascii="Sylfaen" w:hAnsi="Sylfaen"/>
                <w:b/>
                <w:bCs/>
                <w:color w:val="800000"/>
                <w:sz w:val="28"/>
                <w:szCs w:val="28"/>
                <w:shd w:val="clear" w:color="auto" w:fill="92CDDC" w:themeFill="accent5" w:themeFillTint="99"/>
                <w:lang w:bidi="ar-IQ"/>
              </w:rPr>
              <w:t>Conclus</w:t>
            </w:r>
            <w:r>
              <w:rPr>
                <w:rFonts w:ascii="Sylfaen" w:hAnsi="Sylfaen"/>
                <w:b/>
                <w:bCs/>
                <w:color w:val="800000"/>
                <w:sz w:val="28"/>
                <w:szCs w:val="28"/>
                <w:lang w:bidi="ar-IQ"/>
              </w:rPr>
              <w:t>ion</w:t>
            </w:r>
          </w:p>
        </w:tc>
      </w:tr>
    </w:tbl>
    <w:p w14:paraId="3A6B67B2" w14:textId="77777777" w:rsidR="00E01F78" w:rsidRDefault="00E01F78" w:rsidP="0F42C0BD">
      <w:pPr>
        <w:bidi w:val="0"/>
        <w:ind w:right="90"/>
        <w:rPr>
          <w:rFonts w:ascii="Georgia" w:hAnsi="Georgia"/>
          <w:lang w:bidi="ar-IQ"/>
        </w:rPr>
      </w:pPr>
    </w:p>
    <w:p w14:paraId="4575DE06" w14:textId="77777777" w:rsidR="002E7B65" w:rsidRDefault="002E7B65" w:rsidP="0F42C0BD">
      <w:pPr>
        <w:bidi w:val="0"/>
        <w:spacing w:line="420" w:lineRule="exact"/>
        <w:ind w:right="90"/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</w:pPr>
    </w:p>
    <w:p w14:paraId="55D35529" w14:textId="77777777" w:rsidR="002E7B65" w:rsidRDefault="002E7B65" w:rsidP="002E7B65">
      <w:pPr>
        <w:bidi w:val="0"/>
        <w:spacing w:line="420" w:lineRule="exact"/>
        <w:ind w:right="90"/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</w:pPr>
    </w:p>
    <w:p w14:paraId="2776DC97" w14:textId="7FC24AD6" w:rsidR="00E01F78" w:rsidRDefault="0068048B" w:rsidP="0068048B">
      <w:pPr>
        <w:bidi w:val="0"/>
        <w:spacing w:line="420" w:lineRule="exact"/>
        <w:ind w:right="90"/>
        <w:rPr>
          <w:rFonts w:ascii="Georgia" w:hAnsi="Georgia"/>
          <w:b/>
          <w:bCs/>
          <w:color w:val="244061"/>
          <w:sz w:val="28"/>
          <w:szCs w:val="28"/>
          <w:lang w:bidi="ar-IQ"/>
        </w:rPr>
      </w:pPr>
      <w:r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I</w:t>
      </w:r>
      <w:r w:rsidR="00043FB5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schemic </w:t>
      </w:r>
      <w:r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and hypertensive </w:t>
      </w:r>
      <w:r w:rsidR="00043FB5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heart disease</w:t>
      </w:r>
      <w:r w:rsidR="00EC58F2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, </w:t>
      </w:r>
      <w:r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mild </w:t>
      </w:r>
      <w:r w:rsidR="00EC58F2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 xml:space="preserve">LV systolic </w:t>
      </w:r>
      <w:r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dys</w:t>
      </w:r>
      <w:r w:rsidR="00EC58F2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t>function</w:t>
      </w:r>
      <w:r w:rsidR="009B4D06"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  <w:br/>
      </w:r>
    </w:p>
    <w:p w14:paraId="15F94667" w14:textId="77777777" w:rsidR="00B40A65" w:rsidRPr="008928ED" w:rsidRDefault="00B40A65" w:rsidP="0F42C0BD">
      <w:pPr>
        <w:bidi w:val="0"/>
        <w:spacing w:line="420" w:lineRule="exact"/>
        <w:ind w:right="-1203"/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</w:pPr>
    </w:p>
    <w:p w14:paraId="27B951C2" w14:textId="77777777" w:rsidR="009B4D06" w:rsidRDefault="009B4D06" w:rsidP="00EC58F2">
      <w:pPr>
        <w:bidi w:val="0"/>
        <w:spacing w:line="420" w:lineRule="exact"/>
        <w:ind w:right="-1203"/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</w:pPr>
    </w:p>
    <w:p w14:paraId="0B8245B0" w14:textId="77777777" w:rsidR="009B4D06" w:rsidRDefault="009B4D06" w:rsidP="009B4D06">
      <w:pPr>
        <w:bidi w:val="0"/>
        <w:spacing w:line="420" w:lineRule="exact"/>
        <w:ind w:right="-1203"/>
        <w:jc w:val="right"/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</w:pPr>
    </w:p>
    <w:p w14:paraId="777C1B1D" w14:textId="77777777" w:rsidR="00B40A65" w:rsidRPr="008928ED" w:rsidRDefault="00B40A65" w:rsidP="0F42C0BD">
      <w:pPr>
        <w:bidi w:val="0"/>
        <w:spacing w:line="420" w:lineRule="exact"/>
        <w:ind w:right="-1203"/>
        <w:jc w:val="right"/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</w:pPr>
    </w:p>
    <w:p w14:paraId="6F292D0E" w14:textId="77777777" w:rsidR="00B40A65" w:rsidRPr="008928ED" w:rsidRDefault="00B40A65" w:rsidP="0F42C0BD">
      <w:pPr>
        <w:bidi w:val="0"/>
        <w:spacing w:line="420" w:lineRule="exact"/>
        <w:ind w:right="-1203"/>
        <w:jc w:val="right"/>
        <w:rPr>
          <w:rFonts w:ascii="Georgia" w:hAnsi="Georgia"/>
          <w:b/>
          <w:bCs/>
          <w:color w:val="244061" w:themeColor="accent1" w:themeShade="80"/>
          <w:sz w:val="28"/>
          <w:szCs w:val="28"/>
          <w:lang w:bidi="ar-IQ"/>
        </w:rPr>
      </w:pPr>
    </w:p>
    <w:p w14:paraId="19B2664D" w14:textId="167FC90B" w:rsidR="00B40A65" w:rsidRPr="008928ED" w:rsidRDefault="00B40A65" w:rsidP="0F42C0BD">
      <w:pPr>
        <w:bidi w:val="0"/>
        <w:spacing w:line="420" w:lineRule="exact"/>
        <w:ind w:right="-1203"/>
        <w:jc w:val="right"/>
        <w:rPr>
          <w:rFonts w:ascii="Georgia" w:hAnsi="Georgia"/>
          <w:b/>
          <w:bCs/>
          <w:color w:val="244061"/>
          <w:sz w:val="28"/>
          <w:szCs w:val="28"/>
          <w:lang w:bidi="ar-IQ"/>
        </w:rPr>
      </w:pPr>
    </w:p>
    <w:sectPr w:rsidR="00B40A65" w:rsidRPr="008928ED" w:rsidSect="0095760F">
      <w:footerReference w:type="default" r:id="rId8"/>
      <w:pgSz w:w="11907" w:h="16839" w:code="9"/>
      <w:pgMar w:top="864" w:right="2160" w:bottom="864" w:left="1710" w:header="576" w:footer="573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420F0" w14:textId="77777777" w:rsidR="00F40977" w:rsidRDefault="00F40977">
      <w:r>
        <w:separator/>
      </w:r>
    </w:p>
  </w:endnote>
  <w:endnote w:type="continuationSeparator" w:id="0">
    <w:p w14:paraId="6059E429" w14:textId="77777777" w:rsidR="00F40977" w:rsidRDefault="00F40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i_K_Sami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567D5" w14:textId="77777777" w:rsidR="0095760F" w:rsidRPr="00FD4E0C" w:rsidRDefault="0095760F" w:rsidP="0095760F">
    <w:pPr>
      <w:bidi w:val="0"/>
      <w:ind w:left="6480" w:right="-694" w:firstLine="720"/>
      <w:rPr>
        <w:rFonts w:ascii="Arial" w:hAnsi="Arial" w:cs="Arial"/>
        <w:i/>
        <w:iCs/>
        <w:color w:val="0F243E" w:themeColor="text2" w:themeShade="80"/>
        <w:sz w:val="16"/>
        <w:szCs w:val="16"/>
        <w:lang w:bidi="ar-IQ"/>
      </w:rPr>
    </w:pPr>
    <w:r w:rsidRPr="00FD4E0C">
      <w:rPr>
        <w:rFonts w:ascii="Arial" w:hAnsi="Arial" w:cs="Arial"/>
        <w:i/>
        <w:iCs/>
        <w:color w:val="0F243E" w:themeColor="text2" w:themeShade="80"/>
        <w:sz w:val="16"/>
        <w:szCs w:val="16"/>
        <w:lang w:bidi="ar-IQ"/>
      </w:rPr>
      <w:t>Signature</w:t>
    </w:r>
  </w:p>
  <w:p w14:paraId="2EED20B6" w14:textId="5DF0CE9A" w:rsidR="00C06FCB" w:rsidRDefault="009B20DD" w:rsidP="009B4D06">
    <w:pPr>
      <w:bidi w:val="0"/>
      <w:ind w:left="5040" w:right="-2053" w:firstLine="720"/>
      <w:jc w:val="center"/>
      <w:rPr>
        <w:rFonts w:ascii="Book Antiqua" w:hAnsi="Book Antiqua"/>
        <w:b/>
        <w:bCs/>
        <w:lang w:bidi="ar-IQ"/>
      </w:rPr>
    </w:pPr>
    <w:r w:rsidRPr="00002F35">
      <w:rPr>
        <w:rFonts w:ascii="Arial" w:hAnsi="Arial" w:cs="Arial"/>
        <w:b/>
        <w:bCs/>
        <w:i/>
        <w:iCs/>
        <w:color w:val="0F243E" w:themeColor="text2" w:themeShade="80"/>
        <w:lang w:bidi="ar-IQ"/>
      </w:rPr>
      <w:t xml:space="preserve">    </w:t>
    </w:r>
    <w:r w:rsidR="00C06FCB">
      <w:rPr>
        <w:rFonts w:ascii="Book Antiqua" w:hAnsi="Book Antiqua"/>
        <w:b/>
        <w:bCs/>
        <w:lang w:bidi="ar-IQ"/>
      </w:rPr>
      <w:t xml:space="preserve">Dr. </w:t>
    </w:r>
    <w:proofErr w:type="spellStart"/>
    <w:r w:rsidR="00EC58F2">
      <w:rPr>
        <w:rFonts w:ascii="Book Antiqua" w:hAnsi="Book Antiqua"/>
        <w:b/>
        <w:bCs/>
        <w:lang w:bidi="ar-IQ"/>
      </w:rPr>
      <w:t>Vahel</w:t>
    </w:r>
    <w:proofErr w:type="spellEnd"/>
    <w:r w:rsidR="00EC58F2">
      <w:rPr>
        <w:rFonts w:ascii="Book Antiqua" w:hAnsi="Book Antiqua"/>
        <w:b/>
        <w:bCs/>
        <w:lang w:bidi="ar-IQ"/>
      </w:rPr>
      <w:t xml:space="preserve"> </w:t>
    </w:r>
    <w:proofErr w:type="spellStart"/>
    <w:r w:rsidR="00EC58F2">
      <w:rPr>
        <w:rFonts w:ascii="Book Antiqua" w:hAnsi="Book Antiqua"/>
        <w:b/>
        <w:bCs/>
        <w:lang w:bidi="ar-IQ"/>
      </w:rPr>
      <w:t>Lutfalla</w:t>
    </w:r>
    <w:proofErr w:type="spellEnd"/>
  </w:p>
  <w:p w14:paraId="4B16D6FF" w14:textId="58D63ABD" w:rsidR="00EC58F2" w:rsidRPr="00EC58F2" w:rsidRDefault="0068048B" w:rsidP="00EC58F2">
    <w:pPr>
      <w:bidi w:val="0"/>
      <w:ind w:left="5040" w:right="-2053" w:firstLine="720"/>
      <w:jc w:val="center"/>
      <w:rPr>
        <w:rFonts w:ascii="Book Antiqua" w:hAnsi="Book Antiqua"/>
        <w:b/>
        <w:bCs/>
        <w:lang w:bidi="ar-IQ"/>
      </w:rPr>
    </w:pPr>
    <w:r>
      <w:rPr>
        <w:rFonts w:ascii="Book Antiqua" w:hAnsi="Book Antiqua"/>
        <w:b/>
        <w:bCs/>
        <w:lang w:bidi="ar-IQ"/>
      </w:rPr>
      <w:t>Interventional</w:t>
    </w:r>
    <w:r w:rsidR="00EC58F2">
      <w:rPr>
        <w:rFonts w:ascii="Book Antiqua" w:hAnsi="Book Antiqua"/>
        <w:b/>
        <w:bCs/>
        <w:lang w:bidi="ar-IQ"/>
      </w:rPr>
      <w:t xml:space="preserve"> Cardiologist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44044" w14:textId="77777777" w:rsidR="00F40977" w:rsidRDefault="00F40977">
      <w:r>
        <w:separator/>
      </w:r>
    </w:p>
  </w:footnote>
  <w:footnote w:type="continuationSeparator" w:id="0">
    <w:p w14:paraId="39444E2D" w14:textId="77777777" w:rsidR="00F40977" w:rsidRDefault="00F40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86252"/>
    <w:multiLevelType w:val="multilevel"/>
    <w:tmpl w:val="5C14ED22"/>
    <w:lvl w:ilvl="0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D4CD5"/>
    <w:multiLevelType w:val="multilevel"/>
    <w:tmpl w:val="12188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30FFD"/>
    <w:multiLevelType w:val="hybridMultilevel"/>
    <w:tmpl w:val="B4409276"/>
    <w:lvl w:ilvl="0" w:tplc="4E5229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C0C0C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02389"/>
    <w:multiLevelType w:val="hybridMultilevel"/>
    <w:tmpl w:val="F2FE81A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FD2E62"/>
    <w:multiLevelType w:val="hybridMultilevel"/>
    <w:tmpl w:val="5C14ED22"/>
    <w:lvl w:ilvl="0" w:tplc="0409000B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96821"/>
    <w:multiLevelType w:val="hybridMultilevel"/>
    <w:tmpl w:val="13726234"/>
    <w:lvl w:ilvl="0" w:tplc="B0DC8940">
      <w:start w:val="1"/>
      <w:numFmt w:val="bullet"/>
      <w:lvlText w:val=""/>
      <w:lvlJc w:val="left"/>
      <w:pPr>
        <w:tabs>
          <w:tab w:val="num" w:pos="-2340"/>
        </w:tabs>
        <w:ind w:left="-23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420"/>
        </w:tabs>
        <w:ind w:left="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</w:abstractNum>
  <w:abstractNum w:abstractNumId="6" w15:restartNumberingAfterBreak="0">
    <w:nsid w:val="58156C60"/>
    <w:multiLevelType w:val="hybridMultilevel"/>
    <w:tmpl w:val="EAC291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3E7FBE"/>
    <w:multiLevelType w:val="hybridMultilevel"/>
    <w:tmpl w:val="FC9A53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773B9C"/>
    <w:multiLevelType w:val="hybridMultilevel"/>
    <w:tmpl w:val="B6A09C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D4790C"/>
    <w:multiLevelType w:val="hybridMultilevel"/>
    <w:tmpl w:val="12188D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F738AD"/>
    <w:multiLevelType w:val="hybridMultilevel"/>
    <w:tmpl w:val="206646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607909"/>
    <w:multiLevelType w:val="hybridMultilevel"/>
    <w:tmpl w:val="1B7CE2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6"/>
  </w:num>
  <w:num w:numId="5">
    <w:abstractNumId w:val="8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2"/>
  </w:num>
  <w:num w:numId="11">
    <w:abstractNumId w:val="5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B73"/>
    <w:rsid w:val="00001543"/>
    <w:rsid w:val="00001AD7"/>
    <w:rsid w:val="000037E2"/>
    <w:rsid w:val="00011C9E"/>
    <w:rsid w:val="00014E36"/>
    <w:rsid w:val="00015782"/>
    <w:rsid w:val="000163B8"/>
    <w:rsid w:val="00017D6D"/>
    <w:rsid w:val="00023638"/>
    <w:rsid w:val="00033127"/>
    <w:rsid w:val="0003420F"/>
    <w:rsid w:val="00035B5A"/>
    <w:rsid w:val="00040CB6"/>
    <w:rsid w:val="00040F49"/>
    <w:rsid w:val="0004217F"/>
    <w:rsid w:val="00043FB5"/>
    <w:rsid w:val="00046F99"/>
    <w:rsid w:val="00050DDA"/>
    <w:rsid w:val="00052F07"/>
    <w:rsid w:val="00055585"/>
    <w:rsid w:val="000579F4"/>
    <w:rsid w:val="00057F0E"/>
    <w:rsid w:val="00061050"/>
    <w:rsid w:val="000629A3"/>
    <w:rsid w:val="000649B8"/>
    <w:rsid w:val="00064B4A"/>
    <w:rsid w:val="000664E4"/>
    <w:rsid w:val="0007212D"/>
    <w:rsid w:val="000726A6"/>
    <w:rsid w:val="000747FC"/>
    <w:rsid w:val="0007645B"/>
    <w:rsid w:val="0007693B"/>
    <w:rsid w:val="00076E05"/>
    <w:rsid w:val="00080D05"/>
    <w:rsid w:val="00082149"/>
    <w:rsid w:val="00082A2D"/>
    <w:rsid w:val="00084803"/>
    <w:rsid w:val="000867E3"/>
    <w:rsid w:val="00086E65"/>
    <w:rsid w:val="00086EF0"/>
    <w:rsid w:val="000875A6"/>
    <w:rsid w:val="00093C3C"/>
    <w:rsid w:val="00097C39"/>
    <w:rsid w:val="000A010C"/>
    <w:rsid w:val="000A16F5"/>
    <w:rsid w:val="000A1AF2"/>
    <w:rsid w:val="000A3118"/>
    <w:rsid w:val="000A4417"/>
    <w:rsid w:val="000A6A98"/>
    <w:rsid w:val="000A7A78"/>
    <w:rsid w:val="000B0DCB"/>
    <w:rsid w:val="000B6EB7"/>
    <w:rsid w:val="000B7BDE"/>
    <w:rsid w:val="000C0E72"/>
    <w:rsid w:val="000C14E9"/>
    <w:rsid w:val="000C2882"/>
    <w:rsid w:val="000C44B6"/>
    <w:rsid w:val="000C468F"/>
    <w:rsid w:val="000D02C4"/>
    <w:rsid w:val="000D1004"/>
    <w:rsid w:val="000E2209"/>
    <w:rsid w:val="000E2214"/>
    <w:rsid w:val="000E613E"/>
    <w:rsid w:val="000F08D5"/>
    <w:rsid w:val="000F408B"/>
    <w:rsid w:val="000F5250"/>
    <w:rsid w:val="00101D13"/>
    <w:rsid w:val="00102A51"/>
    <w:rsid w:val="00106883"/>
    <w:rsid w:val="00110CE0"/>
    <w:rsid w:val="00113018"/>
    <w:rsid w:val="001148CD"/>
    <w:rsid w:val="00117E3E"/>
    <w:rsid w:val="00122FC9"/>
    <w:rsid w:val="001263AC"/>
    <w:rsid w:val="00126B07"/>
    <w:rsid w:val="00127CCA"/>
    <w:rsid w:val="00137FBD"/>
    <w:rsid w:val="00141BD0"/>
    <w:rsid w:val="001445B1"/>
    <w:rsid w:val="00144736"/>
    <w:rsid w:val="00145379"/>
    <w:rsid w:val="00146195"/>
    <w:rsid w:val="00146625"/>
    <w:rsid w:val="001476D2"/>
    <w:rsid w:val="00151B65"/>
    <w:rsid w:val="00152541"/>
    <w:rsid w:val="00153A79"/>
    <w:rsid w:val="001735B2"/>
    <w:rsid w:val="001765AA"/>
    <w:rsid w:val="001804B4"/>
    <w:rsid w:val="00182186"/>
    <w:rsid w:val="001824AD"/>
    <w:rsid w:val="00190927"/>
    <w:rsid w:val="00191962"/>
    <w:rsid w:val="00193FFF"/>
    <w:rsid w:val="001965E6"/>
    <w:rsid w:val="00196BD3"/>
    <w:rsid w:val="001970A5"/>
    <w:rsid w:val="001A152B"/>
    <w:rsid w:val="001A22C2"/>
    <w:rsid w:val="001A230D"/>
    <w:rsid w:val="001A5620"/>
    <w:rsid w:val="001B0334"/>
    <w:rsid w:val="001B2BE0"/>
    <w:rsid w:val="001C0B29"/>
    <w:rsid w:val="001C39DD"/>
    <w:rsid w:val="001C5928"/>
    <w:rsid w:val="001C63DB"/>
    <w:rsid w:val="001C6A9C"/>
    <w:rsid w:val="001D3066"/>
    <w:rsid w:val="001D3A03"/>
    <w:rsid w:val="001D7B82"/>
    <w:rsid w:val="001E1D73"/>
    <w:rsid w:val="001E5305"/>
    <w:rsid w:val="001E6D13"/>
    <w:rsid w:val="001F5A34"/>
    <w:rsid w:val="002036A9"/>
    <w:rsid w:val="00205858"/>
    <w:rsid w:val="002079A8"/>
    <w:rsid w:val="0021056B"/>
    <w:rsid w:val="00211A6F"/>
    <w:rsid w:val="00214C6E"/>
    <w:rsid w:val="00216B5B"/>
    <w:rsid w:val="00221CD5"/>
    <w:rsid w:val="002259FA"/>
    <w:rsid w:val="00226309"/>
    <w:rsid w:val="002265C0"/>
    <w:rsid w:val="00235DCC"/>
    <w:rsid w:val="002367FC"/>
    <w:rsid w:val="00236FB2"/>
    <w:rsid w:val="002417C7"/>
    <w:rsid w:val="00244F11"/>
    <w:rsid w:val="00247803"/>
    <w:rsid w:val="00247D11"/>
    <w:rsid w:val="00252B3E"/>
    <w:rsid w:val="00255883"/>
    <w:rsid w:val="00257371"/>
    <w:rsid w:val="00261FC4"/>
    <w:rsid w:val="00263D0F"/>
    <w:rsid w:val="0026496D"/>
    <w:rsid w:val="00264DD2"/>
    <w:rsid w:val="00265891"/>
    <w:rsid w:val="00267CCA"/>
    <w:rsid w:val="00273563"/>
    <w:rsid w:val="00274E81"/>
    <w:rsid w:val="0028082B"/>
    <w:rsid w:val="00280A8C"/>
    <w:rsid w:val="00281485"/>
    <w:rsid w:val="002839A6"/>
    <w:rsid w:val="0028756B"/>
    <w:rsid w:val="0029029E"/>
    <w:rsid w:val="00290589"/>
    <w:rsid w:val="0029072A"/>
    <w:rsid w:val="00290D17"/>
    <w:rsid w:val="00293022"/>
    <w:rsid w:val="0029356A"/>
    <w:rsid w:val="00294D81"/>
    <w:rsid w:val="00297432"/>
    <w:rsid w:val="002A3D0A"/>
    <w:rsid w:val="002A6437"/>
    <w:rsid w:val="002B0FD7"/>
    <w:rsid w:val="002B490D"/>
    <w:rsid w:val="002B4EED"/>
    <w:rsid w:val="002B5796"/>
    <w:rsid w:val="002C1BD8"/>
    <w:rsid w:val="002C457E"/>
    <w:rsid w:val="002D0CFD"/>
    <w:rsid w:val="002D3101"/>
    <w:rsid w:val="002D4B4A"/>
    <w:rsid w:val="002D5B13"/>
    <w:rsid w:val="002D5BCF"/>
    <w:rsid w:val="002D5F4E"/>
    <w:rsid w:val="002E22FC"/>
    <w:rsid w:val="002E3093"/>
    <w:rsid w:val="002E4401"/>
    <w:rsid w:val="002E7B65"/>
    <w:rsid w:val="002F38BC"/>
    <w:rsid w:val="002F59FF"/>
    <w:rsid w:val="002F61D8"/>
    <w:rsid w:val="002F6549"/>
    <w:rsid w:val="002F67CE"/>
    <w:rsid w:val="002F67E0"/>
    <w:rsid w:val="0030280D"/>
    <w:rsid w:val="00305184"/>
    <w:rsid w:val="003100C2"/>
    <w:rsid w:val="00314269"/>
    <w:rsid w:val="0032250A"/>
    <w:rsid w:val="0033044F"/>
    <w:rsid w:val="00331D15"/>
    <w:rsid w:val="00334575"/>
    <w:rsid w:val="003345ED"/>
    <w:rsid w:val="00341C5A"/>
    <w:rsid w:val="00342DC6"/>
    <w:rsid w:val="0034726F"/>
    <w:rsid w:val="003479DB"/>
    <w:rsid w:val="003515F8"/>
    <w:rsid w:val="00355AD9"/>
    <w:rsid w:val="00360D22"/>
    <w:rsid w:val="0036394A"/>
    <w:rsid w:val="00365EDC"/>
    <w:rsid w:val="00370C36"/>
    <w:rsid w:val="003738EE"/>
    <w:rsid w:val="003745C2"/>
    <w:rsid w:val="00380760"/>
    <w:rsid w:val="003830A0"/>
    <w:rsid w:val="00395A43"/>
    <w:rsid w:val="003B15DC"/>
    <w:rsid w:val="003B1AD7"/>
    <w:rsid w:val="003B3E5D"/>
    <w:rsid w:val="003B484D"/>
    <w:rsid w:val="003B55C3"/>
    <w:rsid w:val="003B7C7D"/>
    <w:rsid w:val="003C03A1"/>
    <w:rsid w:val="003C157E"/>
    <w:rsid w:val="003C168B"/>
    <w:rsid w:val="003C278B"/>
    <w:rsid w:val="003C55E3"/>
    <w:rsid w:val="003C7524"/>
    <w:rsid w:val="003D48FE"/>
    <w:rsid w:val="003D6B31"/>
    <w:rsid w:val="003E02AF"/>
    <w:rsid w:val="003E2D67"/>
    <w:rsid w:val="003E59C8"/>
    <w:rsid w:val="003E665D"/>
    <w:rsid w:val="003E6879"/>
    <w:rsid w:val="003E7B94"/>
    <w:rsid w:val="003F0EA4"/>
    <w:rsid w:val="003F10FE"/>
    <w:rsid w:val="003F3E4D"/>
    <w:rsid w:val="003F4C43"/>
    <w:rsid w:val="003F7C49"/>
    <w:rsid w:val="00404F95"/>
    <w:rsid w:val="00410AAA"/>
    <w:rsid w:val="004118F4"/>
    <w:rsid w:val="0041194F"/>
    <w:rsid w:val="004127DE"/>
    <w:rsid w:val="00412862"/>
    <w:rsid w:val="00412A90"/>
    <w:rsid w:val="00412DBB"/>
    <w:rsid w:val="00414209"/>
    <w:rsid w:val="00417D24"/>
    <w:rsid w:val="00423874"/>
    <w:rsid w:val="00423D33"/>
    <w:rsid w:val="004247C9"/>
    <w:rsid w:val="004274EC"/>
    <w:rsid w:val="00431CBD"/>
    <w:rsid w:val="00432385"/>
    <w:rsid w:val="0043313C"/>
    <w:rsid w:val="00445E95"/>
    <w:rsid w:val="0044611C"/>
    <w:rsid w:val="00446187"/>
    <w:rsid w:val="00447211"/>
    <w:rsid w:val="00450685"/>
    <w:rsid w:val="00450937"/>
    <w:rsid w:val="004509B8"/>
    <w:rsid w:val="004516E2"/>
    <w:rsid w:val="004522CB"/>
    <w:rsid w:val="00453A57"/>
    <w:rsid w:val="00453CFE"/>
    <w:rsid w:val="00455C9B"/>
    <w:rsid w:val="00464E7A"/>
    <w:rsid w:val="00466910"/>
    <w:rsid w:val="00467C5D"/>
    <w:rsid w:val="004715CA"/>
    <w:rsid w:val="00475E28"/>
    <w:rsid w:val="00480141"/>
    <w:rsid w:val="004832D1"/>
    <w:rsid w:val="00484DA2"/>
    <w:rsid w:val="00485DC5"/>
    <w:rsid w:val="00487673"/>
    <w:rsid w:val="004879CE"/>
    <w:rsid w:val="00491939"/>
    <w:rsid w:val="004936D1"/>
    <w:rsid w:val="00494E6E"/>
    <w:rsid w:val="00495BFA"/>
    <w:rsid w:val="004964C6"/>
    <w:rsid w:val="004A1E46"/>
    <w:rsid w:val="004A2E79"/>
    <w:rsid w:val="004A4E2C"/>
    <w:rsid w:val="004A50AC"/>
    <w:rsid w:val="004A5C5F"/>
    <w:rsid w:val="004A6B6A"/>
    <w:rsid w:val="004B46A4"/>
    <w:rsid w:val="004B4A9F"/>
    <w:rsid w:val="004B4EBB"/>
    <w:rsid w:val="004B6FBF"/>
    <w:rsid w:val="004C3239"/>
    <w:rsid w:val="004C3F18"/>
    <w:rsid w:val="004C4669"/>
    <w:rsid w:val="004C5F01"/>
    <w:rsid w:val="004C670A"/>
    <w:rsid w:val="004C68D4"/>
    <w:rsid w:val="004C68F5"/>
    <w:rsid w:val="004D0127"/>
    <w:rsid w:val="004D063A"/>
    <w:rsid w:val="004D0F3D"/>
    <w:rsid w:val="004D5AA3"/>
    <w:rsid w:val="004D6541"/>
    <w:rsid w:val="004E1886"/>
    <w:rsid w:val="004E1D75"/>
    <w:rsid w:val="004E3855"/>
    <w:rsid w:val="004F1237"/>
    <w:rsid w:val="004F3CCF"/>
    <w:rsid w:val="004F612D"/>
    <w:rsid w:val="00505932"/>
    <w:rsid w:val="0051035A"/>
    <w:rsid w:val="005133F2"/>
    <w:rsid w:val="00514CD2"/>
    <w:rsid w:val="005169A8"/>
    <w:rsid w:val="00516D71"/>
    <w:rsid w:val="00520DAA"/>
    <w:rsid w:val="005236FB"/>
    <w:rsid w:val="00524869"/>
    <w:rsid w:val="00524FFE"/>
    <w:rsid w:val="0052599D"/>
    <w:rsid w:val="00530871"/>
    <w:rsid w:val="0053092B"/>
    <w:rsid w:val="00536324"/>
    <w:rsid w:val="00537FAB"/>
    <w:rsid w:val="00541197"/>
    <w:rsid w:val="00541886"/>
    <w:rsid w:val="00541ECD"/>
    <w:rsid w:val="00543792"/>
    <w:rsid w:val="00544884"/>
    <w:rsid w:val="00545F30"/>
    <w:rsid w:val="00550350"/>
    <w:rsid w:val="00552BF3"/>
    <w:rsid w:val="00555664"/>
    <w:rsid w:val="00565566"/>
    <w:rsid w:val="00571486"/>
    <w:rsid w:val="005727DA"/>
    <w:rsid w:val="00572EFD"/>
    <w:rsid w:val="0057643A"/>
    <w:rsid w:val="00576A86"/>
    <w:rsid w:val="00577D82"/>
    <w:rsid w:val="0058087D"/>
    <w:rsid w:val="00580EC6"/>
    <w:rsid w:val="005836CC"/>
    <w:rsid w:val="005870AF"/>
    <w:rsid w:val="005930A7"/>
    <w:rsid w:val="005933DE"/>
    <w:rsid w:val="00595A22"/>
    <w:rsid w:val="005970B6"/>
    <w:rsid w:val="005A455F"/>
    <w:rsid w:val="005A49B2"/>
    <w:rsid w:val="005B13C7"/>
    <w:rsid w:val="005B238E"/>
    <w:rsid w:val="005B2EB6"/>
    <w:rsid w:val="005B5922"/>
    <w:rsid w:val="005B6EDB"/>
    <w:rsid w:val="005C7778"/>
    <w:rsid w:val="005D4ABB"/>
    <w:rsid w:val="005E2BC9"/>
    <w:rsid w:val="005E5238"/>
    <w:rsid w:val="005E5FF1"/>
    <w:rsid w:val="005F1084"/>
    <w:rsid w:val="005F272A"/>
    <w:rsid w:val="005F28F1"/>
    <w:rsid w:val="005F2FD7"/>
    <w:rsid w:val="005F3EEF"/>
    <w:rsid w:val="005F495B"/>
    <w:rsid w:val="005F5ED4"/>
    <w:rsid w:val="005F6225"/>
    <w:rsid w:val="005F6823"/>
    <w:rsid w:val="005F6F37"/>
    <w:rsid w:val="005F7395"/>
    <w:rsid w:val="005F7449"/>
    <w:rsid w:val="00600602"/>
    <w:rsid w:val="006057CD"/>
    <w:rsid w:val="00606E39"/>
    <w:rsid w:val="0061077C"/>
    <w:rsid w:val="006117D6"/>
    <w:rsid w:val="006173E4"/>
    <w:rsid w:val="00620BE1"/>
    <w:rsid w:val="00620EE8"/>
    <w:rsid w:val="00621D95"/>
    <w:rsid w:val="006220E2"/>
    <w:rsid w:val="00627319"/>
    <w:rsid w:val="00634A6C"/>
    <w:rsid w:val="006361CF"/>
    <w:rsid w:val="00636A30"/>
    <w:rsid w:val="0064054A"/>
    <w:rsid w:val="00641D96"/>
    <w:rsid w:val="0064476A"/>
    <w:rsid w:val="00647DEC"/>
    <w:rsid w:val="00647F7D"/>
    <w:rsid w:val="00650F50"/>
    <w:rsid w:val="0065153B"/>
    <w:rsid w:val="00654B1F"/>
    <w:rsid w:val="00656AFE"/>
    <w:rsid w:val="0066370B"/>
    <w:rsid w:val="00671DE8"/>
    <w:rsid w:val="006734F6"/>
    <w:rsid w:val="0068048B"/>
    <w:rsid w:val="006839FA"/>
    <w:rsid w:val="0068477C"/>
    <w:rsid w:val="00685501"/>
    <w:rsid w:val="0068623C"/>
    <w:rsid w:val="006864C8"/>
    <w:rsid w:val="00692D91"/>
    <w:rsid w:val="00693F75"/>
    <w:rsid w:val="006A0A1E"/>
    <w:rsid w:val="006A13F8"/>
    <w:rsid w:val="006A22EC"/>
    <w:rsid w:val="006A41D5"/>
    <w:rsid w:val="006A6237"/>
    <w:rsid w:val="006A6D4E"/>
    <w:rsid w:val="006A785A"/>
    <w:rsid w:val="006B055A"/>
    <w:rsid w:val="006B31DD"/>
    <w:rsid w:val="006B3C80"/>
    <w:rsid w:val="006B7D31"/>
    <w:rsid w:val="006C649B"/>
    <w:rsid w:val="006C6998"/>
    <w:rsid w:val="006D16FA"/>
    <w:rsid w:val="006D397A"/>
    <w:rsid w:val="006D3C67"/>
    <w:rsid w:val="006D6F08"/>
    <w:rsid w:val="006E2579"/>
    <w:rsid w:val="006E2B4E"/>
    <w:rsid w:val="006E2DBC"/>
    <w:rsid w:val="006F29E5"/>
    <w:rsid w:val="006F2AC6"/>
    <w:rsid w:val="006F3AE2"/>
    <w:rsid w:val="006F5B2E"/>
    <w:rsid w:val="006F625C"/>
    <w:rsid w:val="007057D4"/>
    <w:rsid w:val="00706149"/>
    <w:rsid w:val="00710FD3"/>
    <w:rsid w:val="00711122"/>
    <w:rsid w:val="007135FA"/>
    <w:rsid w:val="00715FB5"/>
    <w:rsid w:val="0072206C"/>
    <w:rsid w:val="007229E6"/>
    <w:rsid w:val="00740F3E"/>
    <w:rsid w:val="007410BB"/>
    <w:rsid w:val="00743411"/>
    <w:rsid w:val="00743CA0"/>
    <w:rsid w:val="007445C8"/>
    <w:rsid w:val="00744CD7"/>
    <w:rsid w:val="0074544C"/>
    <w:rsid w:val="00747C8F"/>
    <w:rsid w:val="00750548"/>
    <w:rsid w:val="0075543B"/>
    <w:rsid w:val="007562FF"/>
    <w:rsid w:val="00761EE5"/>
    <w:rsid w:val="00763E2B"/>
    <w:rsid w:val="007667F0"/>
    <w:rsid w:val="00770F9D"/>
    <w:rsid w:val="00772D54"/>
    <w:rsid w:val="007772DF"/>
    <w:rsid w:val="007804EF"/>
    <w:rsid w:val="0078073A"/>
    <w:rsid w:val="00780ABC"/>
    <w:rsid w:val="00784949"/>
    <w:rsid w:val="00786054"/>
    <w:rsid w:val="007912EF"/>
    <w:rsid w:val="00791685"/>
    <w:rsid w:val="00794188"/>
    <w:rsid w:val="0079590E"/>
    <w:rsid w:val="00795B56"/>
    <w:rsid w:val="00797C4F"/>
    <w:rsid w:val="007A3689"/>
    <w:rsid w:val="007A4585"/>
    <w:rsid w:val="007B30AD"/>
    <w:rsid w:val="007B38BE"/>
    <w:rsid w:val="007B4154"/>
    <w:rsid w:val="007B46B8"/>
    <w:rsid w:val="007B7FBD"/>
    <w:rsid w:val="007C1866"/>
    <w:rsid w:val="007C357F"/>
    <w:rsid w:val="007C5A3B"/>
    <w:rsid w:val="007C5D18"/>
    <w:rsid w:val="007C5D98"/>
    <w:rsid w:val="007D4347"/>
    <w:rsid w:val="007D55B1"/>
    <w:rsid w:val="007D5BD6"/>
    <w:rsid w:val="007E136A"/>
    <w:rsid w:val="007E1937"/>
    <w:rsid w:val="007E3FFA"/>
    <w:rsid w:val="007F05BF"/>
    <w:rsid w:val="007F0E9D"/>
    <w:rsid w:val="007F14CB"/>
    <w:rsid w:val="007F5CEA"/>
    <w:rsid w:val="007F72CA"/>
    <w:rsid w:val="00801B65"/>
    <w:rsid w:val="00812150"/>
    <w:rsid w:val="0081220A"/>
    <w:rsid w:val="00812C02"/>
    <w:rsid w:val="008131EC"/>
    <w:rsid w:val="0081359B"/>
    <w:rsid w:val="0081431E"/>
    <w:rsid w:val="00815A63"/>
    <w:rsid w:val="00822411"/>
    <w:rsid w:val="00823CE4"/>
    <w:rsid w:val="00824D7D"/>
    <w:rsid w:val="00826AB9"/>
    <w:rsid w:val="00830C99"/>
    <w:rsid w:val="0083350E"/>
    <w:rsid w:val="00833DBE"/>
    <w:rsid w:val="00835499"/>
    <w:rsid w:val="00840390"/>
    <w:rsid w:val="0084053B"/>
    <w:rsid w:val="0084180B"/>
    <w:rsid w:val="00846078"/>
    <w:rsid w:val="00852E9C"/>
    <w:rsid w:val="00856127"/>
    <w:rsid w:val="00860A9D"/>
    <w:rsid w:val="00860E19"/>
    <w:rsid w:val="008616A0"/>
    <w:rsid w:val="00862246"/>
    <w:rsid w:val="008625C9"/>
    <w:rsid w:val="008626AD"/>
    <w:rsid w:val="00862A89"/>
    <w:rsid w:val="00863976"/>
    <w:rsid w:val="00864DBB"/>
    <w:rsid w:val="0086569D"/>
    <w:rsid w:val="00866D5B"/>
    <w:rsid w:val="00873D52"/>
    <w:rsid w:val="008770FC"/>
    <w:rsid w:val="0088179A"/>
    <w:rsid w:val="00890ACE"/>
    <w:rsid w:val="0089140A"/>
    <w:rsid w:val="0089252E"/>
    <w:rsid w:val="008928ED"/>
    <w:rsid w:val="0089517D"/>
    <w:rsid w:val="008A14FE"/>
    <w:rsid w:val="008A16B7"/>
    <w:rsid w:val="008A40A9"/>
    <w:rsid w:val="008A674E"/>
    <w:rsid w:val="008A69B4"/>
    <w:rsid w:val="008B0B5A"/>
    <w:rsid w:val="008B254C"/>
    <w:rsid w:val="008B3B40"/>
    <w:rsid w:val="008B5C4F"/>
    <w:rsid w:val="008C5BEE"/>
    <w:rsid w:val="008C7327"/>
    <w:rsid w:val="008C7DB8"/>
    <w:rsid w:val="008D00F2"/>
    <w:rsid w:val="008D1902"/>
    <w:rsid w:val="008D2251"/>
    <w:rsid w:val="008D3396"/>
    <w:rsid w:val="008D49DC"/>
    <w:rsid w:val="008E0902"/>
    <w:rsid w:val="008E1F6E"/>
    <w:rsid w:val="008F24AC"/>
    <w:rsid w:val="008F3949"/>
    <w:rsid w:val="008F61C0"/>
    <w:rsid w:val="00901B16"/>
    <w:rsid w:val="00901F3B"/>
    <w:rsid w:val="00916AD4"/>
    <w:rsid w:val="00923021"/>
    <w:rsid w:val="00923103"/>
    <w:rsid w:val="00926004"/>
    <w:rsid w:val="00927A71"/>
    <w:rsid w:val="00927FF8"/>
    <w:rsid w:val="009418B5"/>
    <w:rsid w:val="00945D36"/>
    <w:rsid w:val="009469CB"/>
    <w:rsid w:val="00947B1D"/>
    <w:rsid w:val="009514D8"/>
    <w:rsid w:val="00956A50"/>
    <w:rsid w:val="0095760F"/>
    <w:rsid w:val="0096180C"/>
    <w:rsid w:val="009629C7"/>
    <w:rsid w:val="009630BE"/>
    <w:rsid w:val="0096404E"/>
    <w:rsid w:val="00964AE0"/>
    <w:rsid w:val="00970BCF"/>
    <w:rsid w:val="00973F06"/>
    <w:rsid w:val="0098175D"/>
    <w:rsid w:val="00982DBE"/>
    <w:rsid w:val="00983A5D"/>
    <w:rsid w:val="00983A66"/>
    <w:rsid w:val="009875EB"/>
    <w:rsid w:val="0099199F"/>
    <w:rsid w:val="009930BE"/>
    <w:rsid w:val="00993E87"/>
    <w:rsid w:val="00994622"/>
    <w:rsid w:val="00995AEB"/>
    <w:rsid w:val="009A56F4"/>
    <w:rsid w:val="009A5BE0"/>
    <w:rsid w:val="009B20DD"/>
    <w:rsid w:val="009B29FB"/>
    <w:rsid w:val="009B4D06"/>
    <w:rsid w:val="009C01B4"/>
    <w:rsid w:val="009C0911"/>
    <w:rsid w:val="009C536E"/>
    <w:rsid w:val="009C583A"/>
    <w:rsid w:val="009C6084"/>
    <w:rsid w:val="009D24D0"/>
    <w:rsid w:val="009D3EF6"/>
    <w:rsid w:val="009D62AC"/>
    <w:rsid w:val="009D7BE8"/>
    <w:rsid w:val="009D7F04"/>
    <w:rsid w:val="009E2296"/>
    <w:rsid w:val="009E2992"/>
    <w:rsid w:val="009E3DAB"/>
    <w:rsid w:val="009E6FCA"/>
    <w:rsid w:val="009F0B05"/>
    <w:rsid w:val="009F2ADA"/>
    <w:rsid w:val="009F2B4B"/>
    <w:rsid w:val="009F641D"/>
    <w:rsid w:val="00A00182"/>
    <w:rsid w:val="00A030AF"/>
    <w:rsid w:val="00A10D18"/>
    <w:rsid w:val="00A11B85"/>
    <w:rsid w:val="00A12282"/>
    <w:rsid w:val="00A13270"/>
    <w:rsid w:val="00A1627E"/>
    <w:rsid w:val="00A17D82"/>
    <w:rsid w:val="00A21617"/>
    <w:rsid w:val="00A22BF5"/>
    <w:rsid w:val="00A23A15"/>
    <w:rsid w:val="00A23D90"/>
    <w:rsid w:val="00A2438C"/>
    <w:rsid w:val="00A24F17"/>
    <w:rsid w:val="00A27764"/>
    <w:rsid w:val="00A316A9"/>
    <w:rsid w:val="00A3407E"/>
    <w:rsid w:val="00A3650C"/>
    <w:rsid w:val="00A36671"/>
    <w:rsid w:val="00A37866"/>
    <w:rsid w:val="00A4083D"/>
    <w:rsid w:val="00A408E6"/>
    <w:rsid w:val="00A41BF6"/>
    <w:rsid w:val="00A44FDD"/>
    <w:rsid w:val="00A46D97"/>
    <w:rsid w:val="00A53060"/>
    <w:rsid w:val="00A5626D"/>
    <w:rsid w:val="00A57031"/>
    <w:rsid w:val="00A5776F"/>
    <w:rsid w:val="00A60370"/>
    <w:rsid w:val="00A64CBB"/>
    <w:rsid w:val="00A65357"/>
    <w:rsid w:val="00A6642D"/>
    <w:rsid w:val="00A665E5"/>
    <w:rsid w:val="00A66DB8"/>
    <w:rsid w:val="00A72102"/>
    <w:rsid w:val="00A7266F"/>
    <w:rsid w:val="00A8180C"/>
    <w:rsid w:val="00A81A66"/>
    <w:rsid w:val="00A82E5D"/>
    <w:rsid w:val="00A83B4F"/>
    <w:rsid w:val="00A90251"/>
    <w:rsid w:val="00A90353"/>
    <w:rsid w:val="00A91E48"/>
    <w:rsid w:val="00A92378"/>
    <w:rsid w:val="00A92B38"/>
    <w:rsid w:val="00A9316A"/>
    <w:rsid w:val="00AB0432"/>
    <w:rsid w:val="00AB627A"/>
    <w:rsid w:val="00AB76DE"/>
    <w:rsid w:val="00AC03B4"/>
    <w:rsid w:val="00AC0739"/>
    <w:rsid w:val="00AC1586"/>
    <w:rsid w:val="00AC264D"/>
    <w:rsid w:val="00AD5082"/>
    <w:rsid w:val="00AE0A6A"/>
    <w:rsid w:val="00AE0F06"/>
    <w:rsid w:val="00AE45FE"/>
    <w:rsid w:val="00AE5EA7"/>
    <w:rsid w:val="00AE771E"/>
    <w:rsid w:val="00AF4476"/>
    <w:rsid w:val="00AF4F06"/>
    <w:rsid w:val="00AF718B"/>
    <w:rsid w:val="00B01B77"/>
    <w:rsid w:val="00B05666"/>
    <w:rsid w:val="00B05DC6"/>
    <w:rsid w:val="00B06157"/>
    <w:rsid w:val="00B062E0"/>
    <w:rsid w:val="00B07478"/>
    <w:rsid w:val="00B108E3"/>
    <w:rsid w:val="00B10D82"/>
    <w:rsid w:val="00B17341"/>
    <w:rsid w:val="00B2123A"/>
    <w:rsid w:val="00B227AA"/>
    <w:rsid w:val="00B22A97"/>
    <w:rsid w:val="00B236E3"/>
    <w:rsid w:val="00B275A9"/>
    <w:rsid w:val="00B31DDC"/>
    <w:rsid w:val="00B40A65"/>
    <w:rsid w:val="00B43AFB"/>
    <w:rsid w:val="00B46D43"/>
    <w:rsid w:val="00B50027"/>
    <w:rsid w:val="00B5333E"/>
    <w:rsid w:val="00B60456"/>
    <w:rsid w:val="00B613B0"/>
    <w:rsid w:val="00B62945"/>
    <w:rsid w:val="00B71008"/>
    <w:rsid w:val="00B72C25"/>
    <w:rsid w:val="00B7391F"/>
    <w:rsid w:val="00B74A0F"/>
    <w:rsid w:val="00B83AA0"/>
    <w:rsid w:val="00B83D5F"/>
    <w:rsid w:val="00B840A2"/>
    <w:rsid w:val="00B84D37"/>
    <w:rsid w:val="00B854F8"/>
    <w:rsid w:val="00B8608F"/>
    <w:rsid w:val="00B8677B"/>
    <w:rsid w:val="00B86B5B"/>
    <w:rsid w:val="00B95A22"/>
    <w:rsid w:val="00BA0746"/>
    <w:rsid w:val="00BA4B81"/>
    <w:rsid w:val="00BA7552"/>
    <w:rsid w:val="00BB013D"/>
    <w:rsid w:val="00BB0EFC"/>
    <w:rsid w:val="00BB1FF2"/>
    <w:rsid w:val="00BB2662"/>
    <w:rsid w:val="00BB2C92"/>
    <w:rsid w:val="00BB3508"/>
    <w:rsid w:val="00BB3EBA"/>
    <w:rsid w:val="00BB5C77"/>
    <w:rsid w:val="00BC568E"/>
    <w:rsid w:val="00BD1E11"/>
    <w:rsid w:val="00BD23B6"/>
    <w:rsid w:val="00BD3775"/>
    <w:rsid w:val="00BD3CF5"/>
    <w:rsid w:val="00BD57AE"/>
    <w:rsid w:val="00BD5A71"/>
    <w:rsid w:val="00BD70F6"/>
    <w:rsid w:val="00BD7DBC"/>
    <w:rsid w:val="00BE4229"/>
    <w:rsid w:val="00BE4318"/>
    <w:rsid w:val="00BF3614"/>
    <w:rsid w:val="00BF4AAF"/>
    <w:rsid w:val="00BF5C8D"/>
    <w:rsid w:val="00BF5F43"/>
    <w:rsid w:val="00C02BB0"/>
    <w:rsid w:val="00C0356F"/>
    <w:rsid w:val="00C06B2A"/>
    <w:rsid w:val="00C06FCB"/>
    <w:rsid w:val="00C132CF"/>
    <w:rsid w:val="00C13B80"/>
    <w:rsid w:val="00C14951"/>
    <w:rsid w:val="00C16441"/>
    <w:rsid w:val="00C165F1"/>
    <w:rsid w:val="00C175A4"/>
    <w:rsid w:val="00C21562"/>
    <w:rsid w:val="00C21D34"/>
    <w:rsid w:val="00C26FC7"/>
    <w:rsid w:val="00C27C89"/>
    <w:rsid w:val="00C30234"/>
    <w:rsid w:val="00C334DE"/>
    <w:rsid w:val="00C4270D"/>
    <w:rsid w:val="00C429DD"/>
    <w:rsid w:val="00C54E54"/>
    <w:rsid w:val="00C56491"/>
    <w:rsid w:val="00C5682F"/>
    <w:rsid w:val="00C573B9"/>
    <w:rsid w:val="00C60E79"/>
    <w:rsid w:val="00C6161F"/>
    <w:rsid w:val="00C65FB3"/>
    <w:rsid w:val="00C666D5"/>
    <w:rsid w:val="00C73EFA"/>
    <w:rsid w:val="00C757DE"/>
    <w:rsid w:val="00C75B73"/>
    <w:rsid w:val="00C8029E"/>
    <w:rsid w:val="00C80E15"/>
    <w:rsid w:val="00C81879"/>
    <w:rsid w:val="00C8301E"/>
    <w:rsid w:val="00C832AB"/>
    <w:rsid w:val="00C835D5"/>
    <w:rsid w:val="00C83B40"/>
    <w:rsid w:val="00C911F4"/>
    <w:rsid w:val="00C91A0A"/>
    <w:rsid w:val="00C95357"/>
    <w:rsid w:val="00C95DDA"/>
    <w:rsid w:val="00C95F11"/>
    <w:rsid w:val="00C97AE3"/>
    <w:rsid w:val="00CA13A1"/>
    <w:rsid w:val="00CA559A"/>
    <w:rsid w:val="00CB0A8D"/>
    <w:rsid w:val="00CB163F"/>
    <w:rsid w:val="00CC0AD6"/>
    <w:rsid w:val="00CC0C7C"/>
    <w:rsid w:val="00CC4D17"/>
    <w:rsid w:val="00CD3B77"/>
    <w:rsid w:val="00CD3E7D"/>
    <w:rsid w:val="00CD5F48"/>
    <w:rsid w:val="00CD7C96"/>
    <w:rsid w:val="00CE1D3A"/>
    <w:rsid w:val="00CE4AE5"/>
    <w:rsid w:val="00CE7415"/>
    <w:rsid w:val="00CF029E"/>
    <w:rsid w:val="00CF0A69"/>
    <w:rsid w:val="00CF6417"/>
    <w:rsid w:val="00CF6DC4"/>
    <w:rsid w:val="00CF6DED"/>
    <w:rsid w:val="00CF7389"/>
    <w:rsid w:val="00D0243C"/>
    <w:rsid w:val="00D04E0A"/>
    <w:rsid w:val="00D06397"/>
    <w:rsid w:val="00D06604"/>
    <w:rsid w:val="00D069B7"/>
    <w:rsid w:val="00D11E30"/>
    <w:rsid w:val="00D11EA0"/>
    <w:rsid w:val="00D12730"/>
    <w:rsid w:val="00D17A63"/>
    <w:rsid w:val="00D234AC"/>
    <w:rsid w:val="00D23E06"/>
    <w:rsid w:val="00D246A2"/>
    <w:rsid w:val="00D303A7"/>
    <w:rsid w:val="00D35D3B"/>
    <w:rsid w:val="00D375EE"/>
    <w:rsid w:val="00D417B1"/>
    <w:rsid w:val="00D60BCC"/>
    <w:rsid w:val="00D66830"/>
    <w:rsid w:val="00D6686D"/>
    <w:rsid w:val="00D73375"/>
    <w:rsid w:val="00D7529D"/>
    <w:rsid w:val="00D813F0"/>
    <w:rsid w:val="00D82000"/>
    <w:rsid w:val="00D855F4"/>
    <w:rsid w:val="00D860C9"/>
    <w:rsid w:val="00D90A46"/>
    <w:rsid w:val="00D9524C"/>
    <w:rsid w:val="00D95ADB"/>
    <w:rsid w:val="00DA1C0C"/>
    <w:rsid w:val="00DA7520"/>
    <w:rsid w:val="00DC09BA"/>
    <w:rsid w:val="00DC0CF5"/>
    <w:rsid w:val="00DC4160"/>
    <w:rsid w:val="00DC4A00"/>
    <w:rsid w:val="00DC6309"/>
    <w:rsid w:val="00DC6441"/>
    <w:rsid w:val="00DD045A"/>
    <w:rsid w:val="00DD1ED5"/>
    <w:rsid w:val="00DD3553"/>
    <w:rsid w:val="00DE3E14"/>
    <w:rsid w:val="00DE541D"/>
    <w:rsid w:val="00DF4D6F"/>
    <w:rsid w:val="00DF7B50"/>
    <w:rsid w:val="00DF7F09"/>
    <w:rsid w:val="00E0070D"/>
    <w:rsid w:val="00E01395"/>
    <w:rsid w:val="00E01F78"/>
    <w:rsid w:val="00E10FC4"/>
    <w:rsid w:val="00E1266C"/>
    <w:rsid w:val="00E1411C"/>
    <w:rsid w:val="00E20F70"/>
    <w:rsid w:val="00E2156A"/>
    <w:rsid w:val="00E22CA6"/>
    <w:rsid w:val="00E25F24"/>
    <w:rsid w:val="00E2615B"/>
    <w:rsid w:val="00E2642A"/>
    <w:rsid w:val="00E30E95"/>
    <w:rsid w:val="00E42433"/>
    <w:rsid w:val="00E4371C"/>
    <w:rsid w:val="00E4474E"/>
    <w:rsid w:val="00E464AE"/>
    <w:rsid w:val="00E53FC1"/>
    <w:rsid w:val="00E545E9"/>
    <w:rsid w:val="00E57DB8"/>
    <w:rsid w:val="00E6162D"/>
    <w:rsid w:val="00E62009"/>
    <w:rsid w:val="00E652AB"/>
    <w:rsid w:val="00E67212"/>
    <w:rsid w:val="00E70DF1"/>
    <w:rsid w:val="00E72F4E"/>
    <w:rsid w:val="00E73D8C"/>
    <w:rsid w:val="00E83F84"/>
    <w:rsid w:val="00E849D6"/>
    <w:rsid w:val="00E851A6"/>
    <w:rsid w:val="00E872FD"/>
    <w:rsid w:val="00E876AE"/>
    <w:rsid w:val="00E925A5"/>
    <w:rsid w:val="00E931BF"/>
    <w:rsid w:val="00E93797"/>
    <w:rsid w:val="00E96472"/>
    <w:rsid w:val="00E9701E"/>
    <w:rsid w:val="00EA04AA"/>
    <w:rsid w:val="00EA0599"/>
    <w:rsid w:val="00EA0A0D"/>
    <w:rsid w:val="00EA10AE"/>
    <w:rsid w:val="00EA20B2"/>
    <w:rsid w:val="00EA496A"/>
    <w:rsid w:val="00EA4A7A"/>
    <w:rsid w:val="00EB7DF9"/>
    <w:rsid w:val="00EC2BF9"/>
    <w:rsid w:val="00EC4424"/>
    <w:rsid w:val="00EC519A"/>
    <w:rsid w:val="00EC58F2"/>
    <w:rsid w:val="00ED051B"/>
    <w:rsid w:val="00ED47DF"/>
    <w:rsid w:val="00EE58EE"/>
    <w:rsid w:val="00EE740F"/>
    <w:rsid w:val="00EF03E5"/>
    <w:rsid w:val="00EF10B3"/>
    <w:rsid w:val="00EF1E9F"/>
    <w:rsid w:val="00EF2470"/>
    <w:rsid w:val="00EF5D54"/>
    <w:rsid w:val="00EF625F"/>
    <w:rsid w:val="00F002BA"/>
    <w:rsid w:val="00F007A2"/>
    <w:rsid w:val="00F02B6D"/>
    <w:rsid w:val="00F049A0"/>
    <w:rsid w:val="00F0530B"/>
    <w:rsid w:val="00F05AE4"/>
    <w:rsid w:val="00F07096"/>
    <w:rsid w:val="00F10F9C"/>
    <w:rsid w:val="00F15B7C"/>
    <w:rsid w:val="00F248BB"/>
    <w:rsid w:val="00F273B9"/>
    <w:rsid w:val="00F27F41"/>
    <w:rsid w:val="00F32E65"/>
    <w:rsid w:val="00F33046"/>
    <w:rsid w:val="00F35EA8"/>
    <w:rsid w:val="00F40707"/>
    <w:rsid w:val="00F40977"/>
    <w:rsid w:val="00F42B98"/>
    <w:rsid w:val="00F450F5"/>
    <w:rsid w:val="00F45264"/>
    <w:rsid w:val="00F52022"/>
    <w:rsid w:val="00F53E8B"/>
    <w:rsid w:val="00F55544"/>
    <w:rsid w:val="00F56350"/>
    <w:rsid w:val="00F622AD"/>
    <w:rsid w:val="00F667AA"/>
    <w:rsid w:val="00F66CE2"/>
    <w:rsid w:val="00F67399"/>
    <w:rsid w:val="00F706D0"/>
    <w:rsid w:val="00F71788"/>
    <w:rsid w:val="00F7762B"/>
    <w:rsid w:val="00F800FD"/>
    <w:rsid w:val="00F801DB"/>
    <w:rsid w:val="00F822FD"/>
    <w:rsid w:val="00F830B5"/>
    <w:rsid w:val="00F849D4"/>
    <w:rsid w:val="00F84E4A"/>
    <w:rsid w:val="00F8550F"/>
    <w:rsid w:val="00F8767A"/>
    <w:rsid w:val="00F917E5"/>
    <w:rsid w:val="00F91AF1"/>
    <w:rsid w:val="00F92301"/>
    <w:rsid w:val="00F93A3A"/>
    <w:rsid w:val="00F95929"/>
    <w:rsid w:val="00FA70C0"/>
    <w:rsid w:val="00FA7292"/>
    <w:rsid w:val="00FC2C8D"/>
    <w:rsid w:val="00FD0406"/>
    <w:rsid w:val="00FD2749"/>
    <w:rsid w:val="00FD4356"/>
    <w:rsid w:val="00FE4F7E"/>
    <w:rsid w:val="00FF04BC"/>
    <w:rsid w:val="00FF27FD"/>
    <w:rsid w:val="00FF2AD5"/>
    <w:rsid w:val="00FF3B24"/>
    <w:rsid w:val="00FF5D6F"/>
    <w:rsid w:val="00FF76C3"/>
    <w:rsid w:val="0F42C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BA9F36"/>
  <w15:docId w15:val="{E4676360-9B34-4098-A6C1-D96B75BE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4726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4726F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34726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CF0A69"/>
    <w:pPr>
      <w:bidi w:val="0"/>
      <w:jc w:val="center"/>
    </w:pPr>
    <w:rPr>
      <w:b/>
      <w:bCs/>
      <w:sz w:val="32"/>
    </w:rPr>
  </w:style>
  <w:style w:type="paragraph" w:styleId="BalloonText">
    <w:name w:val="Balloon Text"/>
    <w:basedOn w:val="Normal"/>
    <w:semiHidden/>
    <w:rsid w:val="00294D81"/>
    <w:rPr>
      <w:rFonts w:ascii="Tahoma" w:hAnsi="Tahoma" w:cs="Tahoma"/>
      <w:sz w:val="16"/>
      <w:szCs w:val="16"/>
    </w:rPr>
  </w:style>
  <w:style w:type="character" w:customStyle="1" w:styleId="TitleChar">
    <w:name w:val="Title Char"/>
    <w:link w:val="Title"/>
    <w:rsid w:val="005F6225"/>
    <w:rPr>
      <w:b/>
      <w:bCs/>
      <w:sz w:val="32"/>
      <w:szCs w:val="24"/>
    </w:rPr>
  </w:style>
  <w:style w:type="character" w:styleId="PlaceholderText">
    <w:name w:val="Placeholder Text"/>
    <w:basedOn w:val="DefaultParagraphFont"/>
    <w:uiPriority w:val="99"/>
    <w:semiHidden/>
    <w:rsid w:val="008928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5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ocuments\Echo\Echo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61285-D17C-4309-B71B-311927C07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Echo Template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Echocardiography  Report</vt:lpstr>
    </vt:vector>
  </TitlesOfParts>
  <Company>Microsoft Corporation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Echocardiography  Report</dc:title>
  <dc:creator>Lenovo</dc:creator>
  <cp:lastModifiedBy>Lenovo</cp:lastModifiedBy>
  <cp:revision>2</cp:revision>
  <cp:lastPrinted>2025-04-05T12:07:00Z</cp:lastPrinted>
  <dcterms:created xsi:type="dcterms:W3CDTF">2025-05-09T08:43:00Z</dcterms:created>
  <dcterms:modified xsi:type="dcterms:W3CDTF">2025-05-09T08:43:00Z</dcterms:modified>
</cp:coreProperties>
</file>